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rutntljus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70" w:type="dxa"/>
        </w:tblCellMar>
        <w:tblLook w:val="04A0" w:firstRow="1" w:lastRow="0" w:firstColumn="1" w:lastColumn="0" w:noHBand="0" w:noVBand="1"/>
      </w:tblPr>
      <w:tblGrid>
        <w:gridCol w:w="4961"/>
        <w:gridCol w:w="4167"/>
      </w:tblGrid>
      <w:tr w:rsidR="001A12D2" w14:paraId="108038D5" w14:textId="77777777" w:rsidTr="00CC1931">
        <w:tc>
          <w:tcPr>
            <w:tcW w:w="4961" w:type="dxa"/>
            <w:tcMar>
              <w:right w:w="142" w:type="dxa"/>
            </w:tcMar>
          </w:tcPr>
          <w:p w14:paraId="057F7817" w14:textId="77777777" w:rsidR="001A12D2" w:rsidRPr="00031DEA" w:rsidRDefault="00F876BF" w:rsidP="00D70624">
            <w:pPr>
              <w:pStyle w:val="Label"/>
            </w:pPr>
            <w:r>
              <w:t>Date</w:t>
            </w:r>
          </w:p>
          <w:p w14:paraId="062ECD58" w14:textId="46E86237" w:rsidR="001A12D2" w:rsidRPr="001A12D2" w:rsidRDefault="007A1D07" w:rsidP="001A12D2">
            <w:pPr>
              <w:pStyle w:val="NoSpacing"/>
            </w:pPr>
            <w:sdt>
              <w:sdtPr>
                <w:id w:val="1851828288"/>
                <w:placeholder>
                  <w:docPart w:val="3878745E171F43BBBE4EE47367108043"/>
                </w:placeholder>
                <w:date w:fullDate="2023-09-07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351850">
                  <w:t>07/09/2023</w:t>
                </w:r>
              </w:sdtContent>
            </w:sdt>
          </w:p>
          <w:p w14:paraId="2888797B" w14:textId="01AD46CC" w:rsidR="001A12D2" w:rsidRPr="00031DEA" w:rsidRDefault="001A12D2" w:rsidP="00D70624">
            <w:pPr>
              <w:pStyle w:val="NoSpacing"/>
            </w:pPr>
          </w:p>
        </w:tc>
        <w:tc>
          <w:tcPr>
            <w:tcW w:w="4167" w:type="dxa"/>
          </w:tcPr>
          <w:p w14:paraId="740C21F9" w14:textId="2A484A32" w:rsidR="00CB2261" w:rsidRPr="008F39B7" w:rsidRDefault="00CB2261" w:rsidP="00CB2261">
            <w:pPr>
              <w:pStyle w:val="NoSpacing"/>
            </w:pPr>
          </w:p>
        </w:tc>
      </w:tr>
    </w:tbl>
    <w:p w14:paraId="22110219" w14:textId="77777777" w:rsidR="001A12D2" w:rsidRDefault="001A12D2" w:rsidP="001A12D2">
      <w:pPr>
        <w:rPr>
          <w:lang w:val="en-US"/>
        </w:rPr>
      </w:pPr>
    </w:p>
    <w:p w14:paraId="018A2DD6" w14:textId="77777777" w:rsidR="001A12D2" w:rsidRPr="00556B85" w:rsidRDefault="001A12D2" w:rsidP="001A12D2">
      <w:pPr>
        <w:rPr>
          <w:lang w:val="en-US"/>
        </w:rPr>
      </w:pPr>
    </w:p>
    <w:p w14:paraId="2D0D196D" w14:textId="65CFCA86" w:rsidR="001A12D2" w:rsidRPr="00556B85" w:rsidRDefault="0090755B" w:rsidP="001A12D2">
      <w:pPr>
        <w:rPr>
          <w:lang w:val="en-US"/>
        </w:rPr>
      </w:pPr>
      <w:r>
        <w:t>New</w:t>
      </w:r>
      <w:r w:rsidR="00292035">
        <w:t xml:space="preserve"> Crude</w:t>
      </w:r>
      <w:r>
        <w:t xml:space="preserve"> Tall Oil Plant</w:t>
      </w:r>
    </w:p>
    <w:p w14:paraId="6A95244B" w14:textId="77777777" w:rsidR="001A12D2" w:rsidRDefault="001A12D2" w:rsidP="001A12D2">
      <w:pPr>
        <w:rPr>
          <w:lang w:val="en-US"/>
        </w:rPr>
      </w:pPr>
    </w:p>
    <w:p w14:paraId="769E3157" w14:textId="4A6554CB" w:rsidR="001A12D2" w:rsidRPr="0021316F" w:rsidRDefault="0090755B" w:rsidP="001A12D2">
      <w:pPr>
        <w:keepNext/>
        <w:keepLines/>
        <w:rPr>
          <w:sz w:val="32"/>
          <w:szCs w:val="32"/>
        </w:rPr>
      </w:pPr>
      <w:r>
        <w:rPr>
          <w:sz w:val="32"/>
          <w:szCs w:val="32"/>
        </w:rPr>
        <w:t>Request for Quotation</w:t>
      </w:r>
    </w:p>
    <w:p w14:paraId="2DD7C1E7" w14:textId="62B9AC6A" w:rsidR="001A12D2" w:rsidRPr="004D49D9" w:rsidRDefault="007A1D07" w:rsidP="00DD0FD6">
      <w:pPr>
        <w:pStyle w:val="NoSpacing"/>
      </w:pPr>
      <w:sdt>
        <w:sdtPr>
          <w:alias w:val="Company Name"/>
          <w:tag w:val="compCompany_Name"/>
          <w:id w:val="-1702006894"/>
          <w:placeholder>
            <w:docPart w:val="FEDC49AC9F424A4391563CBE27A2CB79"/>
          </w:placeholder>
        </w:sdtPr>
        <w:sdtContent>
          <w:r w:rsidR="00351850">
            <w:t>Hanko Pulp Mill</w:t>
          </w:r>
          <w:r w:rsidR="0021316F">
            <w:t xml:space="preserve"> Oy</w:t>
          </w:r>
        </w:sdtContent>
      </w:sdt>
    </w:p>
    <w:p w14:paraId="493698F4" w14:textId="77777777" w:rsidR="00DD0FD6" w:rsidRPr="005F4E1D" w:rsidRDefault="00DD0FD6" w:rsidP="00DD0FD6">
      <w:pPr>
        <w:pStyle w:val="NoSpacing"/>
      </w:pPr>
    </w:p>
    <w:p w14:paraId="4E96A0E8" w14:textId="77777777" w:rsidR="00DD0FD6" w:rsidRPr="005F4E1D" w:rsidRDefault="00DD0FD6" w:rsidP="00DD0FD6">
      <w:pPr>
        <w:pStyle w:val="NoSpacing"/>
      </w:pPr>
    </w:p>
    <w:p w14:paraId="03A7BD13" w14:textId="77777777" w:rsidR="00DD0FD6" w:rsidRPr="005F4E1D" w:rsidRDefault="00DD0FD6" w:rsidP="00DD0FD6">
      <w:pPr>
        <w:pStyle w:val="NoSpacing"/>
      </w:pPr>
    </w:p>
    <w:p w14:paraId="707EEF25" w14:textId="77777777" w:rsidR="0021316F" w:rsidRPr="00292035" w:rsidRDefault="0021316F">
      <w:pPr>
        <w:rPr>
          <w:lang w:val="fi-FI" w:eastAsia="sv-SE"/>
        </w:rPr>
      </w:pPr>
    </w:p>
    <w:sdt>
      <w:sdtPr>
        <w:rPr>
          <w:rFonts w:asciiTheme="minorHAnsi" w:eastAsiaTheme="minorHAnsi" w:hAnsiTheme="minorHAnsi" w:cstheme="minorBidi"/>
          <w:sz w:val="18"/>
          <w:szCs w:val="18"/>
        </w:rPr>
        <w:id w:val="-202231752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E12AAD9" w14:textId="054BB065" w:rsidR="0021316F" w:rsidRDefault="0021316F">
          <w:pPr>
            <w:pStyle w:val="TOCHeading"/>
          </w:pPr>
          <w:r>
            <w:t>Contents</w:t>
          </w:r>
        </w:p>
        <w:p w14:paraId="0CA5353D" w14:textId="1E2AC15D" w:rsidR="007A1D07" w:rsidRDefault="0021316F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882557" w:history="1">
            <w:r w:rsidR="007A1D07" w:rsidRPr="0082742E">
              <w:rPr>
                <w:rStyle w:val="Hyperlink"/>
                <w:noProof/>
                <w:lang w:eastAsia="sv-SE"/>
              </w:rPr>
              <w:t>1</w:t>
            </w:r>
            <w:r w:rsidR="007A1D07"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="007A1D07" w:rsidRPr="0082742E">
              <w:rPr>
                <w:rStyle w:val="Hyperlink"/>
                <w:noProof/>
                <w:lang w:eastAsia="sv-SE"/>
              </w:rPr>
              <w:t>Introduction</w:t>
            </w:r>
            <w:r w:rsidR="007A1D07">
              <w:rPr>
                <w:noProof/>
                <w:webHidden/>
              </w:rPr>
              <w:tab/>
            </w:r>
            <w:r w:rsidR="007A1D07">
              <w:rPr>
                <w:noProof/>
                <w:webHidden/>
              </w:rPr>
              <w:fldChar w:fldCharType="begin"/>
            </w:r>
            <w:r w:rsidR="007A1D07">
              <w:rPr>
                <w:noProof/>
                <w:webHidden/>
              </w:rPr>
              <w:instrText xml:space="preserve"> PAGEREF _Toc144882557 \h </w:instrText>
            </w:r>
            <w:r w:rsidR="007A1D07">
              <w:rPr>
                <w:noProof/>
                <w:webHidden/>
              </w:rPr>
            </w:r>
            <w:r w:rsidR="007A1D07">
              <w:rPr>
                <w:noProof/>
                <w:webHidden/>
              </w:rPr>
              <w:fldChar w:fldCharType="separate"/>
            </w:r>
            <w:r w:rsidR="007A1D07">
              <w:rPr>
                <w:noProof/>
                <w:webHidden/>
              </w:rPr>
              <w:t>2</w:t>
            </w:r>
            <w:r w:rsidR="007A1D07">
              <w:rPr>
                <w:noProof/>
                <w:webHidden/>
              </w:rPr>
              <w:fldChar w:fldCharType="end"/>
            </w:r>
          </w:hyperlink>
        </w:p>
        <w:p w14:paraId="38F8121E" w14:textId="7A5A1E0D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58" w:history="1">
            <w:r w:rsidRPr="0082742E">
              <w:rPr>
                <w:rStyle w:val="Hyperlink"/>
                <w:noProof/>
                <w:lang w:eastAsia="sv-SE"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Scope of Supply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BE224" w14:textId="64896916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59" w:history="1">
            <w:r w:rsidRPr="0082742E">
              <w:rPr>
                <w:rStyle w:val="Hyperlink"/>
                <w:noProof/>
                <w:lang w:eastAsia="sv-SE"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Initial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F3F5E" w14:textId="13ED1A56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60" w:history="1">
            <w:r w:rsidRPr="0082742E">
              <w:rPr>
                <w:rStyle w:val="Hyperlink"/>
                <w:noProof/>
                <w:lang w:eastAsia="sv-SE"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Pricing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AECD25" w14:textId="64AB4C88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61" w:history="1">
            <w:r w:rsidRPr="0082742E">
              <w:rPr>
                <w:rStyle w:val="Hyperlink"/>
                <w:noProof/>
                <w:lang w:eastAsia="sv-SE"/>
              </w:rPr>
              <w:t>5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Project Schedule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0CFAB" w14:textId="4083CC51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62" w:history="1">
            <w:r w:rsidRPr="0082742E">
              <w:rPr>
                <w:rStyle w:val="Hyperlink"/>
                <w:noProof/>
                <w:lang w:eastAsia="sv-SE"/>
              </w:rPr>
              <w:t>6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Additional Information Requested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2BBB0C" w14:textId="41464E76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63" w:history="1">
            <w:r w:rsidRPr="0082742E">
              <w:rPr>
                <w:rStyle w:val="Hyperlink"/>
                <w:noProof/>
                <w:lang w:eastAsia="sv-SE"/>
              </w:rPr>
              <w:t>7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Terms of Payment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392BA" w14:textId="46BAE7FE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64" w:history="1">
            <w:r w:rsidRPr="0082742E">
              <w:rPr>
                <w:rStyle w:val="Hyperlink"/>
                <w:noProof/>
                <w:lang w:eastAsia="sv-SE"/>
              </w:rPr>
              <w:t>8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Contract Terms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0BB79" w14:textId="35BB9600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65" w:history="1">
            <w:r w:rsidRPr="0082742E">
              <w:rPr>
                <w:rStyle w:val="Hyperlink"/>
                <w:noProof/>
                <w:lang w:eastAsia="sv-SE"/>
              </w:rPr>
              <w:t>9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Ownership of Documents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F4B287" w14:textId="7F811547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66" w:history="1">
            <w:r w:rsidRPr="0082742E">
              <w:rPr>
                <w:rStyle w:val="Hyperlink"/>
                <w:noProof/>
                <w:lang w:eastAsia="sv-SE"/>
              </w:rPr>
              <w:t>10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Contact Persons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1A6E7" w14:textId="48358C16" w:rsidR="007A1D07" w:rsidRDefault="007A1D07">
          <w:pPr>
            <w:pStyle w:val="TOC1"/>
            <w:rPr>
              <w:rFonts w:asciiTheme="minorHAnsi" w:eastAsiaTheme="minorEastAsia" w:hAnsiTheme="minorHAnsi"/>
              <w:noProof/>
              <w:sz w:val="22"/>
              <w:szCs w:val="22"/>
              <w:lang w:val="fi-FI" w:eastAsia="zh-CN"/>
            </w:rPr>
          </w:pPr>
          <w:hyperlink w:anchor="_Toc144882567" w:history="1">
            <w:r w:rsidRPr="0082742E">
              <w:rPr>
                <w:rStyle w:val="Hyperlink"/>
                <w:noProof/>
                <w:lang w:eastAsia="sv-SE"/>
              </w:rPr>
              <w:t>11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val="fi-FI" w:eastAsia="zh-CN"/>
              </w:rPr>
              <w:tab/>
            </w:r>
            <w:r w:rsidRPr="0082742E">
              <w:rPr>
                <w:rStyle w:val="Hyperlink"/>
                <w:noProof/>
                <w:lang w:eastAsia="sv-SE"/>
              </w:rPr>
              <w:t>Due date for the quotation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_Toc144882567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314084" w14:textId="0D1CECCC" w:rsidR="0021316F" w:rsidRDefault="0021316F">
          <w:r>
            <w:rPr>
              <w:b/>
              <w:bCs/>
              <w:noProof/>
            </w:rPr>
            <w:fldChar w:fldCharType="end"/>
          </w:r>
        </w:p>
      </w:sdtContent>
    </w:sdt>
    <w:p w14:paraId="66D7D960" w14:textId="7422A773" w:rsidR="0021316F" w:rsidRDefault="0021316F">
      <w:pPr>
        <w:rPr>
          <w:lang w:eastAsia="sv-SE"/>
        </w:rPr>
      </w:pPr>
      <w:r>
        <w:rPr>
          <w:lang w:eastAsia="sv-SE"/>
        </w:rPr>
        <w:br w:type="page"/>
      </w:r>
    </w:p>
    <w:p w14:paraId="64F3435D" w14:textId="77777777" w:rsidR="0021316F" w:rsidRDefault="0021316F" w:rsidP="0021316F">
      <w:pPr>
        <w:rPr>
          <w:lang w:eastAsia="sv-SE"/>
        </w:rPr>
      </w:pPr>
      <w:r>
        <w:rPr>
          <w:lang w:eastAsia="sv-SE"/>
        </w:rPr>
        <w:t xml:space="preserve">Dear Recipient, </w:t>
      </w:r>
    </w:p>
    <w:p w14:paraId="636C3F6B" w14:textId="77777777" w:rsidR="0021316F" w:rsidRPr="002F050C" w:rsidRDefault="0021316F" w:rsidP="0021316F">
      <w:pPr>
        <w:rPr>
          <w:lang w:eastAsia="sv-SE"/>
        </w:rPr>
      </w:pPr>
    </w:p>
    <w:p w14:paraId="4AC9D6A5" w14:textId="77777777" w:rsidR="0021316F" w:rsidRPr="002F050C" w:rsidRDefault="0021316F" w:rsidP="0021316F">
      <w:pPr>
        <w:rPr>
          <w:lang w:eastAsia="sv-SE"/>
        </w:rPr>
      </w:pPr>
      <w:r w:rsidRPr="002F050C">
        <w:rPr>
          <w:lang w:eastAsia="sv-SE"/>
        </w:rPr>
        <w:t>Please quote us according to this inquiry and its enclosures.</w:t>
      </w:r>
    </w:p>
    <w:p w14:paraId="131BBAC3" w14:textId="3CA40410" w:rsidR="00AB3CC7" w:rsidRDefault="005146E3" w:rsidP="00D70624">
      <w:pPr>
        <w:pStyle w:val="Heading1"/>
        <w:rPr>
          <w:lang w:eastAsia="sv-SE"/>
        </w:rPr>
      </w:pPr>
      <w:bookmarkStart w:id="0" w:name="_Toc144882557"/>
      <w:r>
        <w:rPr>
          <w:lang w:eastAsia="sv-SE"/>
        </w:rPr>
        <w:t>Introduction</w:t>
      </w:r>
      <w:bookmarkEnd w:id="0"/>
    </w:p>
    <w:p w14:paraId="39B9E8B7" w14:textId="3B53DA66" w:rsidR="007643E9" w:rsidRDefault="00826F45" w:rsidP="007643E9">
      <w:pPr>
        <w:jc w:val="both"/>
      </w:pPr>
      <w:r w:rsidRPr="00826F45">
        <w:rPr>
          <w:lang w:val="en-US" w:eastAsia="sv-SE"/>
        </w:rPr>
        <w:t xml:space="preserve">Hanko Pulp Mill Oy </w:t>
      </w:r>
      <w:r w:rsidR="00D17B68">
        <w:rPr>
          <w:lang w:val="en-US" w:eastAsia="sv-SE"/>
        </w:rPr>
        <w:t>is planning to install a crude tall oil plant next to a pulp mill in Hanko</w:t>
      </w:r>
      <w:r w:rsidR="00460779">
        <w:rPr>
          <w:lang w:val="en-US" w:eastAsia="sv-SE"/>
        </w:rPr>
        <w:t xml:space="preserve">, Finland. </w:t>
      </w:r>
      <w:r w:rsidR="007643E9">
        <w:t xml:space="preserve">Hanko Mill capacity is to produce 600 000 </w:t>
      </w:r>
      <w:proofErr w:type="spellStart"/>
      <w:r w:rsidR="007643E9">
        <w:t>ADt</w:t>
      </w:r>
      <w:proofErr w:type="spellEnd"/>
      <w:r w:rsidR="007643E9">
        <w:t xml:space="preserve">/a softwood pulp and 350 000 </w:t>
      </w:r>
      <w:proofErr w:type="spellStart"/>
      <w:r w:rsidR="007643E9">
        <w:t>ADt</w:t>
      </w:r>
      <w:proofErr w:type="spellEnd"/>
      <w:r w:rsidR="007643E9">
        <w:t xml:space="preserve">/a hardwood pulp. Design basis for annual production is 950 000 </w:t>
      </w:r>
      <w:proofErr w:type="spellStart"/>
      <w:r w:rsidR="007643E9">
        <w:t>ADt</w:t>
      </w:r>
      <w:proofErr w:type="spellEnd"/>
      <w:r w:rsidR="007643E9">
        <w:t>/a. Annual working days are 355 d/a. All departments operate 24 h/d and 7 days/week.</w:t>
      </w:r>
      <w:r w:rsidR="00AE4F5D">
        <w:t xml:space="preserve"> Planned start-up for the crude tall oil plant is in Q3/2025.</w:t>
      </w:r>
      <w:r w:rsidR="00E862F2">
        <w:t xml:space="preserve"> Hanko Pulp Mill Oy is looking for partners to execute the project on EPC basis.</w:t>
      </w:r>
    </w:p>
    <w:p w14:paraId="6215873A" w14:textId="603B2998" w:rsidR="005146E3" w:rsidRPr="007643E9" w:rsidRDefault="007643E9" w:rsidP="00C16031">
      <w:pPr>
        <w:jc w:val="both"/>
      </w:pPr>
      <w:r>
        <w:t xml:space="preserve">The </w:t>
      </w:r>
      <w:r w:rsidR="004F5A1F">
        <w:t>Contractor</w:t>
      </w:r>
      <w:r>
        <w:t xml:space="preserve"> is requested to submit a tender for a</w:t>
      </w:r>
      <w:r w:rsidR="00165F2B">
        <w:t xml:space="preserve"> crude</w:t>
      </w:r>
      <w:r>
        <w:t xml:space="preserve"> tall oil plant system package according to this inquiry specification and its appendices.</w:t>
      </w:r>
    </w:p>
    <w:p w14:paraId="702BA20F" w14:textId="5E7D9721" w:rsidR="0021316F" w:rsidRPr="002F050C" w:rsidRDefault="0021316F" w:rsidP="00D70624">
      <w:pPr>
        <w:pStyle w:val="Heading1"/>
        <w:rPr>
          <w:lang w:eastAsia="sv-SE"/>
        </w:rPr>
      </w:pPr>
      <w:bookmarkStart w:id="1" w:name="_Toc144882558"/>
      <w:r w:rsidRPr="002F050C">
        <w:rPr>
          <w:lang w:eastAsia="sv-SE"/>
        </w:rPr>
        <w:t>Scope of Supply</w:t>
      </w:r>
      <w:bookmarkEnd w:id="1"/>
    </w:p>
    <w:p w14:paraId="54F515FB" w14:textId="06DA5571" w:rsidR="0021316F" w:rsidRDefault="00137CD0" w:rsidP="00A1637B">
      <w:pPr>
        <w:jc w:val="both"/>
        <w:rPr>
          <w:lang w:eastAsia="sv-SE"/>
        </w:rPr>
      </w:pPr>
      <w:r>
        <w:rPr>
          <w:lang w:eastAsia="sv-SE"/>
        </w:rPr>
        <w:t xml:space="preserve">The </w:t>
      </w:r>
      <w:r w:rsidR="004F5A1F">
        <w:rPr>
          <w:lang w:eastAsia="sv-SE"/>
        </w:rPr>
        <w:t>Contractor</w:t>
      </w:r>
      <w:r>
        <w:rPr>
          <w:lang w:eastAsia="sv-SE"/>
        </w:rPr>
        <w:t xml:space="preserve"> is requested for a binding quotation for a turn-key unit</w:t>
      </w:r>
      <w:r w:rsidR="0012797C">
        <w:rPr>
          <w:lang w:eastAsia="sv-SE"/>
        </w:rPr>
        <w:t xml:space="preserve"> of a </w:t>
      </w:r>
      <w:r w:rsidR="001F0CCE">
        <w:rPr>
          <w:lang w:eastAsia="sv-SE"/>
        </w:rPr>
        <w:t>n</w:t>
      </w:r>
      <w:r w:rsidR="0021316F" w:rsidRPr="002F050C">
        <w:rPr>
          <w:lang w:eastAsia="sv-SE"/>
        </w:rPr>
        <w:t xml:space="preserve">ew crude tall oil plant according to the Inquiry Specifications. </w:t>
      </w:r>
      <w:r w:rsidR="002F1A0E">
        <w:rPr>
          <w:lang w:eastAsia="sv-SE"/>
        </w:rPr>
        <w:t xml:space="preserve">All </w:t>
      </w:r>
      <w:r w:rsidR="00A1637B">
        <w:rPr>
          <w:lang w:eastAsia="sv-SE"/>
        </w:rPr>
        <w:t>limitations to scope and possible exclusions shall be marked clearly in the quotation.</w:t>
      </w:r>
    </w:p>
    <w:p w14:paraId="151CD21A" w14:textId="20140CB4" w:rsidR="001107EC" w:rsidRPr="002F050C" w:rsidRDefault="001107EC" w:rsidP="0021316F">
      <w:pPr>
        <w:rPr>
          <w:lang w:eastAsia="sv-SE"/>
        </w:rPr>
      </w:pPr>
      <w:r>
        <w:rPr>
          <w:lang w:eastAsia="sv-SE"/>
        </w:rPr>
        <w:t>All documentation shall be prepared in English.</w:t>
      </w:r>
    </w:p>
    <w:p w14:paraId="595913D3" w14:textId="523B9427" w:rsidR="0021316F" w:rsidRDefault="0021316F" w:rsidP="0021316F">
      <w:pPr>
        <w:pStyle w:val="Heading1"/>
        <w:rPr>
          <w:lang w:eastAsia="sv-SE"/>
        </w:rPr>
      </w:pPr>
      <w:bookmarkStart w:id="2" w:name="_Toc144882559"/>
      <w:r>
        <w:rPr>
          <w:lang w:eastAsia="sv-SE"/>
        </w:rPr>
        <w:t>Initial Data</w:t>
      </w:r>
      <w:bookmarkEnd w:id="2"/>
    </w:p>
    <w:p w14:paraId="495A7718" w14:textId="710A4CD5" w:rsidR="0021316F" w:rsidRDefault="0021316F" w:rsidP="0090755B">
      <w:pPr>
        <w:jc w:val="both"/>
        <w:rPr>
          <w:lang w:eastAsia="sv-SE"/>
        </w:rPr>
      </w:pPr>
      <w:r>
        <w:rPr>
          <w:lang w:eastAsia="sv-SE"/>
        </w:rPr>
        <w:t xml:space="preserve">The enclosed inquiry specifications </w:t>
      </w:r>
      <w:r w:rsidR="00EC75F7">
        <w:rPr>
          <w:lang w:eastAsia="sv-SE"/>
        </w:rPr>
        <w:t xml:space="preserve">(Appendix 3) </w:t>
      </w:r>
      <w:r>
        <w:rPr>
          <w:lang w:eastAsia="sv-SE"/>
        </w:rPr>
        <w:t xml:space="preserve">contain preliminary data for dimensioning basis. The </w:t>
      </w:r>
      <w:r w:rsidR="00A720C7">
        <w:rPr>
          <w:lang w:eastAsia="sv-SE"/>
        </w:rPr>
        <w:t xml:space="preserve">Contractor </w:t>
      </w:r>
      <w:r>
        <w:rPr>
          <w:lang w:eastAsia="sv-SE"/>
        </w:rPr>
        <w:t>shall define the intermediate process values and quote processes with high energy efficiency.</w:t>
      </w:r>
    </w:p>
    <w:p w14:paraId="0BEFD85E" w14:textId="0916B73B" w:rsidR="0021316F" w:rsidRDefault="0021316F" w:rsidP="0021316F">
      <w:pPr>
        <w:pStyle w:val="Heading1"/>
        <w:rPr>
          <w:lang w:eastAsia="sv-SE"/>
        </w:rPr>
      </w:pPr>
      <w:bookmarkStart w:id="3" w:name="_Toc144882560"/>
      <w:r>
        <w:rPr>
          <w:lang w:eastAsia="sv-SE"/>
        </w:rPr>
        <w:t>Pricing</w:t>
      </w:r>
      <w:bookmarkEnd w:id="3"/>
      <w:r>
        <w:rPr>
          <w:lang w:eastAsia="sv-SE"/>
        </w:rPr>
        <w:t xml:space="preserve"> </w:t>
      </w:r>
    </w:p>
    <w:p w14:paraId="0B4C38F0" w14:textId="77777777" w:rsidR="0021316F" w:rsidRDefault="0021316F" w:rsidP="0090755B">
      <w:pPr>
        <w:jc w:val="both"/>
        <w:rPr>
          <w:lang w:eastAsia="sv-SE"/>
        </w:rPr>
      </w:pPr>
      <w:r>
        <w:rPr>
          <w:lang w:eastAsia="sv-SE"/>
        </w:rPr>
        <w:t xml:space="preserve">Price specifications shall be given according to the following breakdown: </w:t>
      </w:r>
    </w:p>
    <w:p w14:paraId="0E48088C" w14:textId="77777777" w:rsidR="0021316F" w:rsidRDefault="0021316F" w:rsidP="0090755B">
      <w:pPr>
        <w:pStyle w:val="ListParagraph"/>
        <w:numPr>
          <w:ilvl w:val="0"/>
          <w:numId w:val="17"/>
        </w:numPr>
        <w:jc w:val="both"/>
        <w:rPr>
          <w:lang w:eastAsia="sv-SE"/>
        </w:rPr>
      </w:pPr>
      <w:r>
        <w:rPr>
          <w:lang w:eastAsia="sv-SE"/>
        </w:rPr>
        <w:t xml:space="preserve">Engineering </w:t>
      </w:r>
    </w:p>
    <w:p w14:paraId="1F9F382F" w14:textId="50E586D4" w:rsidR="0021316F" w:rsidRDefault="0021316F" w:rsidP="0090755B">
      <w:pPr>
        <w:pStyle w:val="ListParagraph"/>
        <w:numPr>
          <w:ilvl w:val="0"/>
          <w:numId w:val="17"/>
        </w:numPr>
        <w:jc w:val="both"/>
        <w:rPr>
          <w:lang w:eastAsia="sv-SE"/>
        </w:rPr>
      </w:pPr>
      <w:r>
        <w:rPr>
          <w:lang w:eastAsia="sv-SE"/>
        </w:rPr>
        <w:t xml:space="preserve">Equipment </w:t>
      </w:r>
    </w:p>
    <w:p w14:paraId="3A3B2C34" w14:textId="0F091C0F" w:rsidR="0021316F" w:rsidRDefault="0021316F" w:rsidP="0090755B">
      <w:pPr>
        <w:pStyle w:val="ListParagraph"/>
        <w:numPr>
          <w:ilvl w:val="0"/>
          <w:numId w:val="17"/>
        </w:numPr>
        <w:jc w:val="both"/>
        <w:rPr>
          <w:lang w:eastAsia="sv-SE"/>
        </w:rPr>
      </w:pPr>
      <w:r>
        <w:rPr>
          <w:lang w:eastAsia="sv-SE"/>
        </w:rPr>
        <w:t xml:space="preserve">Equipment installation </w:t>
      </w:r>
    </w:p>
    <w:p w14:paraId="0B1BAB86" w14:textId="18886701" w:rsidR="0021316F" w:rsidRDefault="00000848" w:rsidP="0090755B">
      <w:pPr>
        <w:pStyle w:val="ListParagraph"/>
        <w:numPr>
          <w:ilvl w:val="0"/>
          <w:numId w:val="17"/>
        </w:numPr>
        <w:jc w:val="both"/>
        <w:rPr>
          <w:lang w:eastAsia="sv-SE"/>
        </w:rPr>
      </w:pPr>
      <w:r>
        <w:rPr>
          <w:lang w:eastAsia="sv-SE"/>
        </w:rPr>
        <w:t>Instrumentation</w:t>
      </w:r>
    </w:p>
    <w:p w14:paraId="3F8FE4FC" w14:textId="2E6EC9BE" w:rsidR="0021316F" w:rsidRDefault="0021316F" w:rsidP="0090755B">
      <w:pPr>
        <w:pStyle w:val="ListParagraph"/>
        <w:numPr>
          <w:ilvl w:val="0"/>
          <w:numId w:val="17"/>
        </w:numPr>
        <w:jc w:val="both"/>
        <w:rPr>
          <w:lang w:eastAsia="sv-SE"/>
        </w:rPr>
      </w:pPr>
      <w:r>
        <w:rPr>
          <w:lang w:eastAsia="sv-SE"/>
        </w:rPr>
        <w:t>Take</w:t>
      </w:r>
      <w:r w:rsidR="007D68A2">
        <w:rPr>
          <w:lang w:eastAsia="sv-SE"/>
        </w:rPr>
        <w:t xml:space="preserve"> out </w:t>
      </w:r>
      <w:r>
        <w:rPr>
          <w:lang w:eastAsia="sv-SE"/>
        </w:rPr>
        <w:t xml:space="preserve">prices for </w:t>
      </w:r>
    </w:p>
    <w:p w14:paraId="0E505EF5" w14:textId="46971800" w:rsidR="0021316F" w:rsidRDefault="00243EC1" w:rsidP="0090755B">
      <w:pPr>
        <w:pStyle w:val="ListParagraph"/>
        <w:numPr>
          <w:ilvl w:val="1"/>
          <w:numId w:val="17"/>
        </w:numPr>
        <w:jc w:val="both"/>
        <w:rPr>
          <w:lang w:eastAsia="sv-SE"/>
        </w:rPr>
      </w:pPr>
      <w:r>
        <w:rPr>
          <w:lang w:eastAsia="sv-SE"/>
        </w:rPr>
        <w:t>S</w:t>
      </w:r>
      <w:r w:rsidR="0021316F">
        <w:rPr>
          <w:lang w:eastAsia="sv-SE"/>
        </w:rPr>
        <w:t xml:space="preserve">tandard pumps </w:t>
      </w:r>
    </w:p>
    <w:p w14:paraId="06E6E981" w14:textId="3B337693" w:rsidR="0021316F" w:rsidRDefault="00243EC1" w:rsidP="0090755B">
      <w:pPr>
        <w:pStyle w:val="ListParagraph"/>
        <w:numPr>
          <w:ilvl w:val="1"/>
          <w:numId w:val="17"/>
        </w:numPr>
        <w:jc w:val="both"/>
        <w:rPr>
          <w:lang w:eastAsia="sv-SE"/>
        </w:rPr>
      </w:pPr>
      <w:r>
        <w:rPr>
          <w:lang w:eastAsia="sv-SE"/>
        </w:rPr>
        <w:t>E</w:t>
      </w:r>
      <w:r w:rsidR="0021316F">
        <w:rPr>
          <w:lang w:eastAsia="sv-SE"/>
        </w:rPr>
        <w:t xml:space="preserve">lectrical motors </w:t>
      </w:r>
    </w:p>
    <w:p w14:paraId="74F0C0BF" w14:textId="04844A78" w:rsidR="0021316F" w:rsidRDefault="008D0B4A" w:rsidP="0090755B">
      <w:pPr>
        <w:jc w:val="both"/>
        <w:rPr>
          <w:lang w:eastAsia="sv-SE"/>
        </w:rPr>
      </w:pPr>
      <w:r>
        <w:rPr>
          <w:lang w:eastAsia="sv-SE"/>
        </w:rPr>
        <w:t>T</w:t>
      </w:r>
      <w:r w:rsidR="00FA01D8">
        <w:rPr>
          <w:lang w:eastAsia="sv-SE"/>
        </w:rPr>
        <w:t>echnical specification and</w:t>
      </w:r>
      <w:r>
        <w:rPr>
          <w:lang w:eastAsia="sv-SE"/>
        </w:rPr>
        <w:t xml:space="preserve"> proposal</w:t>
      </w:r>
      <w:r w:rsidR="00FA01D8">
        <w:rPr>
          <w:lang w:eastAsia="sv-SE"/>
        </w:rPr>
        <w:t xml:space="preserve"> price estimates shall </w:t>
      </w:r>
      <w:r>
        <w:rPr>
          <w:lang w:eastAsia="sv-SE"/>
        </w:rPr>
        <w:t>include</w:t>
      </w:r>
      <w:r w:rsidR="00FA01D8">
        <w:rPr>
          <w:lang w:eastAsia="sv-SE"/>
        </w:rPr>
        <w:t>:</w:t>
      </w:r>
      <w:r w:rsidR="0021316F">
        <w:rPr>
          <w:lang w:eastAsia="sv-SE"/>
        </w:rPr>
        <w:t xml:space="preserve"> </w:t>
      </w:r>
    </w:p>
    <w:p w14:paraId="19447DB8" w14:textId="77777777" w:rsidR="00170A44" w:rsidRDefault="0021316F" w:rsidP="00170A44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 xml:space="preserve">Piping material </w:t>
      </w:r>
    </w:p>
    <w:p w14:paraId="744CE4EA" w14:textId="362A8BDD" w:rsidR="0021316F" w:rsidRDefault="00170A44" w:rsidP="00170A44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>Ha</w:t>
      </w:r>
      <w:r w:rsidR="0021316F">
        <w:rPr>
          <w:lang w:eastAsia="sv-SE"/>
        </w:rPr>
        <w:t xml:space="preserve">nd valves </w:t>
      </w:r>
    </w:p>
    <w:p w14:paraId="44F6DC72" w14:textId="5EA8D28C" w:rsidR="0021316F" w:rsidRDefault="0021316F" w:rsidP="0090755B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 xml:space="preserve">Piping installation </w:t>
      </w:r>
    </w:p>
    <w:p w14:paraId="4D73C992" w14:textId="7945AFE9" w:rsidR="0021316F" w:rsidRDefault="0021316F" w:rsidP="0090755B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>Insulation</w:t>
      </w:r>
      <w:r w:rsidR="00A4775A">
        <w:rPr>
          <w:lang w:eastAsia="sv-SE"/>
        </w:rPr>
        <w:t xml:space="preserve"> material and installation work</w:t>
      </w:r>
    </w:p>
    <w:p w14:paraId="202E71EF" w14:textId="42380FDB" w:rsidR="00A16154" w:rsidRDefault="0021316F" w:rsidP="0090755B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>Field Instruments</w:t>
      </w:r>
      <w:r w:rsidR="00A16154">
        <w:rPr>
          <w:lang w:eastAsia="sv-SE"/>
        </w:rPr>
        <w:t xml:space="preserve"> and special instruments</w:t>
      </w:r>
    </w:p>
    <w:p w14:paraId="6E08BCCE" w14:textId="39EEFB60" w:rsidR="0021316F" w:rsidRDefault="0021316F" w:rsidP="0090755B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 xml:space="preserve">Control and on-off </w:t>
      </w:r>
      <w:r w:rsidR="00A16154">
        <w:rPr>
          <w:lang w:eastAsia="sv-SE"/>
        </w:rPr>
        <w:t>v</w:t>
      </w:r>
      <w:r>
        <w:rPr>
          <w:lang w:eastAsia="sv-SE"/>
        </w:rPr>
        <w:t xml:space="preserve">alves </w:t>
      </w:r>
    </w:p>
    <w:p w14:paraId="604011B6" w14:textId="5B075684" w:rsidR="0021316F" w:rsidRDefault="0021316F" w:rsidP="0090755B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 xml:space="preserve">Installation of instruments </w:t>
      </w:r>
    </w:p>
    <w:p w14:paraId="14F45C18" w14:textId="7C8F090C" w:rsidR="0021316F" w:rsidRDefault="0021316F" w:rsidP="0090755B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 xml:space="preserve">Installation supervision </w:t>
      </w:r>
    </w:p>
    <w:p w14:paraId="7D7DCA8C" w14:textId="4234E65E" w:rsidR="0021316F" w:rsidRDefault="006A5B0B" w:rsidP="0090755B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>T</w:t>
      </w:r>
      <w:r w:rsidR="008D41F9">
        <w:rPr>
          <w:lang w:eastAsia="sv-SE"/>
        </w:rPr>
        <w:t>raining</w:t>
      </w:r>
      <w:r w:rsidR="0021316F">
        <w:rPr>
          <w:lang w:eastAsia="sv-SE"/>
        </w:rPr>
        <w:t xml:space="preserve">, commissioning and start-up </w:t>
      </w:r>
      <w:r w:rsidR="008D41F9">
        <w:rPr>
          <w:lang w:eastAsia="sv-SE"/>
        </w:rPr>
        <w:t xml:space="preserve">services </w:t>
      </w:r>
      <w:r w:rsidR="0021316F">
        <w:rPr>
          <w:lang w:eastAsia="sv-SE"/>
        </w:rPr>
        <w:t xml:space="preserve">including estimated duration </w:t>
      </w:r>
    </w:p>
    <w:p w14:paraId="1F386D6C" w14:textId="2FBECE63" w:rsidR="0021316F" w:rsidRDefault="0021316F" w:rsidP="0090755B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>Spare parts for two</w:t>
      </w:r>
      <w:r w:rsidR="00122529">
        <w:rPr>
          <w:lang w:eastAsia="sv-SE"/>
        </w:rPr>
        <w:t xml:space="preserve"> (2)</w:t>
      </w:r>
      <w:r>
        <w:rPr>
          <w:lang w:eastAsia="sv-SE"/>
        </w:rPr>
        <w:t xml:space="preserve"> years operation </w:t>
      </w:r>
      <w:r w:rsidR="00FB71CF">
        <w:rPr>
          <w:lang w:eastAsia="sv-SE"/>
        </w:rPr>
        <w:t>with delivery times from the date of order</w:t>
      </w:r>
    </w:p>
    <w:p w14:paraId="52CA8620" w14:textId="3E34EB35" w:rsidR="0021316F" w:rsidRDefault="0021316F" w:rsidP="0090755B">
      <w:pPr>
        <w:pStyle w:val="ListParagraph"/>
        <w:numPr>
          <w:ilvl w:val="0"/>
          <w:numId w:val="18"/>
        </w:numPr>
        <w:jc w:val="both"/>
        <w:rPr>
          <w:lang w:eastAsia="sv-SE"/>
        </w:rPr>
      </w:pPr>
      <w:r>
        <w:rPr>
          <w:lang w:eastAsia="sv-SE"/>
        </w:rPr>
        <w:t xml:space="preserve">Prices for strategic spare parts, if any </w:t>
      </w:r>
    </w:p>
    <w:p w14:paraId="0F2A8B94" w14:textId="245FE353" w:rsidR="0021316F" w:rsidRDefault="0021316F" w:rsidP="002F050C">
      <w:pPr>
        <w:pStyle w:val="Heading1"/>
        <w:rPr>
          <w:lang w:eastAsia="sv-SE"/>
        </w:rPr>
      </w:pPr>
      <w:bookmarkStart w:id="4" w:name="_Toc144882561"/>
      <w:r>
        <w:rPr>
          <w:lang w:eastAsia="sv-SE"/>
        </w:rPr>
        <w:t>Project Schedule</w:t>
      </w:r>
      <w:bookmarkEnd w:id="4"/>
      <w:r>
        <w:rPr>
          <w:lang w:eastAsia="sv-SE"/>
        </w:rPr>
        <w:t xml:space="preserve"> </w:t>
      </w:r>
    </w:p>
    <w:p w14:paraId="6E396256" w14:textId="58646140" w:rsidR="0021316F" w:rsidRDefault="0021316F" w:rsidP="0090755B">
      <w:pPr>
        <w:spacing w:before="240"/>
        <w:jc w:val="both"/>
        <w:rPr>
          <w:lang w:eastAsia="sv-SE"/>
        </w:rPr>
      </w:pPr>
      <w:r>
        <w:rPr>
          <w:lang w:eastAsia="sv-SE"/>
        </w:rPr>
        <w:t xml:space="preserve">The bidder shall inform in </w:t>
      </w:r>
      <w:r w:rsidR="002F050C">
        <w:rPr>
          <w:lang w:eastAsia="sv-SE"/>
        </w:rPr>
        <w:t xml:space="preserve">their </w:t>
      </w:r>
      <w:r>
        <w:rPr>
          <w:lang w:eastAsia="sv-SE"/>
        </w:rPr>
        <w:t xml:space="preserve">offer the schedule for: </w:t>
      </w:r>
    </w:p>
    <w:p w14:paraId="2A7E7893" w14:textId="0F71351D" w:rsidR="0021316F" w:rsidRDefault="00243EC1" w:rsidP="0090755B">
      <w:pPr>
        <w:pStyle w:val="ListParagraph"/>
        <w:numPr>
          <w:ilvl w:val="0"/>
          <w:numId w:val="19"/>
        </w:numPr>
        <w:jc w:val="both"/>
        <w:rPr>
          <w:lang w:eastAsia="sv-SE"/>
        </w:rPr>
      </w:pPr>
      <w:r>
        <w:rPr>
          <w:lang w:eastAsia="sv-SE"/>
        </w:rPr>
        <w:t>E</w:t>
      </w:r>
      <w:r w:rsidR="0021316F">
        <w:rPr>
          <w:lang w:eastAsia="sv-SE"/>
        </w:rPr>
        <w:t xml:space="preserve">ngineering and purchasing </w:t>
      </w:r>
    </w:p>
    <w:p w14:paraId="50E478A4" w14:textId="3618C8A0" w:rsidR="0021316F" w:rsidRDefault="00243EC1" w:rsidP="0090755B">
      <w:pPr>
        <w:pStyle w:val="ListParagraph"/>
        <w:numPr>
          <w:ilvl w:val="0"/>
          <w:numId w:val="19"/>
        </w:numPr>
        <w:jc w:val="both"/>
        <w:rPr>
          <w:lang w:eastAsia="sv-SE"/>
        </w:rPr>
      </w:pPr>
      <w:r>
        <w:rPr>
          <w:lang w:eastAsia="sv-SE"/>
        </w:rPr>
        <w:t>M</w:t>
      </w:r>
      <w:r w:rsidR="0021316F">
        <w:rPr>
          <w:lang w:eastAsia="sv-SE"/>
        </w:rPr>
        <w:t xml:space="preserve">anufacturing </w:t>
      </w:r>
    </w:p>
    <w:p w14:paraId="67F5123A" w14:textId="6C12C3A0" w:rsidR="0021316F" w:rsidRDefault="00243EC1" w:rsidP="0090755B">
      <w:pPr>
        <w:pStyle w:val="ListParagraph"/>
        <w:numPr>
          <w:ilvl w:val="0"/>
          <w:numId w:val="19"/>
        </w:numPr>
        <w:jc w:val="both"/>
        <w:rPr>
          <w:lang w:eastAsia="sv-SE"/>
        </w:rPr>
      </w:pPr>
      <w:r>
        <w:rPr>
          <w:lang w:eastAsia="sv-SE"/>
        </w:rPr>
        <w:t>D</w:t>
      </w:r>
      <w:r w:rsidR="0021316F">
        <w:rPr>
          <w:lang w:eastAsia="sv-SE"/>
        </w:rPr>
        <w:t xml:space="preserve">elivery times to Site </w:t>
      </w:r>
    </w:p>
    <w:p w14:paraId="25138831" w14:textId="229080B8" w:rsidR="0021316F" w:rsidRDefault="00243EC1" w:rsidP="0090755B">
      <w:pPr>
        <w:pStyle w:val="ListParagraph"/>
        <w:numPr>
          <w:ilvl w:val="0"/>
          <w:numId w:val="19"/>
        </w:numPr>
        <w:jc w:val="both"/>
        <w:rPr>
          <w:lang w:eastAsia="sv-SE"/>
        </w:rPr>
      </w:pPr>
      <w:r>
        <w:rPr>
          <w:lang w:eastAsia="sv-SE"/>
        </w:rPr>
        <w:t>I</w:t>
      </w:r>
      <w:r w:rsidR="0021316F">
        <w:rPr>
          <w:lang w:eastAsia="sv-SE"/>
        </w:rPr>
        <w:t xml:space="preserve">nstallation times </w:t>
      </w:r>
    </w:p>
    <w:p w14:paraId="795C815C" w14:textId="77777777" w:rsidR="0021316F" w:rsidRDefault="0021316F" w:rsidP="0090755B">
      <w:pPr>
        <w:jc w:val="both"/>
        <w:rPr>
          <w:lang w:eastAsia="sv-SE"/>
        </w:rPr>
      </w:pPr>
      <w:r>
        <w:rPr>
          <w:lang w:eastAsia="sv-SE"/>
        </w:rPr>
        <w:t xml:space="preserve">The project schedule is: </w:t>
      </w:r>
    </w:p>
    <w:p w14:paraId="6CDBA426" w14:textId="3DDCA71E" w:rsidR="0021316F" w:rsidRDefault="0021316F" w:rsidP="0090755B">
      <w:pPr>
        <w:pStyle w:val="ListParagraph"/>
        <w:numPr>
          <w:ilvl w:val="0"/>
          <w:numId w:val="21"/>
        </w:numPr>
        <w:jc w:val="both"/>
        <w:rPr>
          <w:lang w:eastAsia="sv-SE"/>
        </w:rPr>
      </w:pPr>
      <w:r>
        <w:rPr>
          <w:lang w:eastAsia="sv-SE"/>
        </w:rPr>
        <w:t>Commissioning start</w:t>
      </w:r>
      <w:r w:rsidR="00965C45">
        <w:rPr>
          <w:lang w:eastAsia="sv-SE"/>
        </w:rPr>
        <w:t xml:space="preserve"> 1.4.</w:t>
      </w:r>
      <w:r>
        <w:rPr>
          <w:lang w:eastAsia="sv-SE"/>
        </w:rPr>
        <w:t>202</w:t>
      </w:r>
      <w:r w:rsidR="00C932A9">
        <w:rPr>
          <w:lang w:eastAsia="sv-SE"/>
        </w:rPr>
        <w:t>5</w:t>
      </w:r>
      <w:r>
        <w:rPr>
          <w:lang w:eastAsia="sv-SE"/>
        </w:rPr>
        <w:t xml:space="preserve"> </w:t>
      </w:r>
    </w:p>
    <w:p w14:paraId="41353E37" w14:textId="40BE6AED" w:rsidR="0021316F" w:rsidRDefault="0021316F" w:rsidP="0090755B">
      <w:pPr>
        <w:pStyle w:val="ListParagraph"/>
        <w:numPr>
          <w:ilvl w:val="0"/>
          <w:numId w:val="21"/>
        </w:numPr>
        <w:jc w:val="both"/>
        <w:rPr>
          <w:lang w:eastAsia="sv-SE"/>
        </w:rPr>
      </w:pPr>
      <w:r>
        <w:rPr>
          <w:lang w:eastAsia="sv-SE"/>
        </w:rPr>
        <w:t>The planned start-up of the mill 1.7.202</w:t>
      </w:r>
      <w:r w:rsidR="00C932A9">
        <w:rPr>
          <w:lang w:eastAsia="sv-SE"/>
        </w:rPr>
        <w:t>5</w:t>
      </w:r>
      <w:r>
        <w:rPr>
          <w:lang w:eastAsia="sv-SE"/>
        </w:rPr>
        <w:t xml:space="preserve"> </w:t>
      </w:r>
    </w:p>
    <w:p w14:paraId="563DD9AF" w14:textId="3794A329" w:rsidR="0021316F" w:rsidRDefault="0021316F" w:rsidP="00D70624">
      <w:pPr>
        <w:pStyle w:val="Heading1"/>
        <w:rPr>
          <w:lang w:eastAsia="sv-SE"/>
        </w:rPr>
      </w:pPr>
      <w:bookmarkStart w:id="5" w:name="_Toc144882562"/>
      <w:r>
        <w:rPr>
          <w:lang w:eastAsia="sv-SE"/>
        </w:rPr>
        <w:t>Additional Information Requested</w:t>
      </w:r>
      <w:bookmarkEnd w:id="5"/>
    </w:p>
    <w:p w14:paraId="78D2F024" w14:textId="69548634" w:rsidR="001C5F7A" w:rsidRPr="001C5F7A" w:rsidRDefault="001C5F7A" w:rsidP="001C5F7A">
      <w:pPr>
        <w:rPr>
          <w:lang w:eastAsia="sv-SE"/>
        </w:rPr>
      </w:pPr>
      <w:r>
        <w:rPr>
          <w:lang w:eastAsia="sv-SE"/>
        </w:rPr>
        <w:t xml:space="preserve">The </w:t>
      </w:r>
      <w:r w:rsidR="00F31D22">
        <w:rPr>
          <w:lang w:eastAsia="sv-SE"/>
        </w:rPr>
        <w:t>Contractor</w:t>
      </w:r>
      <w:r>
        <w:rPr>
          <w:lang w:eastAsia="sv-SE"/>
        </w:rPr>
        <w:t xml:space="preserve"> shall provide following additional information as an appendix</w:t>
      </w:r>
      <w:r w:rsidR="004B38EF">
        <w:rPr>
          <w:lang w:eastAsia="sv-SE"/>
        </w:rPr>
        <w:t xml:space="preserve"> in their offer:</w:t>
      </w:r>
    </w:p>
    <w:p w14:paraId="6A21A910" w14:textId="1BFE31F0" w:rsidR="00241285" w:rsidRDefault="00241285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Organisation chart</w:t>
      </w:r>
    </w:p>
    <w:p w14:paraId="0D269218" w14:textId="73EF75D0" w:rsidR="00311B67" w:rsidRDefault="007B36DD" w:rsidP="0033322F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Hourly rates for</w:t>
      </w:r>
      <w:r w:rsidR="00311B67">
        <w:rPr>
          <w:lang w:eastAsia="sv-SE"/>
        </w:rPr>
        <w:t xml:space="preserve"> EPC contractor including </w:t>
      </w:r>
      <w:r w:rsidR="00744C27">
        <w:rPr>
          <w:lang w:eastAsia="sv-SE"/>
        </w:rPr>
        <w:t xml:space="preserve">other </w:t>
      </w:r>
      <w:proofErr w:type="spellStart"/>
      <w:r w:rsidR="00744C27">
        <w:rPr>
          <w:lang w:eastAsia="sv-SE"/>
        </w:rPr>
        <w:t>labor</w:t>
      </w:r>
      <w:proofErr w:type="spellEnd"/>
      <w:r w:rsidR="00744C27">
        <w:rPr>
          <w:lang w:eastAsia="sv-SE"/>
        </w:rPr>
        <w:t xml:space="preserve"> price items, not included in the above stated hourly rate, such as travelling, shift work and over-time rate</w:t>
      </w:r>
      <w:r w:rsidR="00631500">
        <w:rPr>
          <w:lang w:eastAsia="sv-SE"/>
        </w:rPr>
        <w:t xml:space="preserve"> (50 %</w:t>
      </w:r>
      <w:r w:rsidR="0033322F">
        <w:rPr>
          <w:lang w:eastAsia="sv-SE"/>
        </w:rPr>
        <w:t xml:space="preserve"> and 100 %)</w:t>
      </w:r>
      <w:r w:rsidR="00744C27">
        <w:rPr>
          <w:lang w:eastAsia="sv-SE"/>
        </w:rPr>
        <w:t>, shall be listed by the Supplier</w:t>
      </w:r>
      <w:r w:rsidR="00631500">
        <w:rPr>
          <w:lang w:eastAsia="sv-SE"/>
        </w:rPr>
        <w:t xml:space="preserve"> </w:t>
      </w:r>
    </w:p>
    <w:p w14:paraId="1DD4FE72" w14:textId="0921A0C7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Technical overview; block diagram or similar, with short process description</w:t>
      </w:r>
    </w:p>
    <w:p w14:paraId="0F321629" w14:textId="66C678D0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 xml:space="preserve">Estimation of installation manpower </w:t>
      </w:r>
    </w:p>
    <w:p w14:paraId="629BCC17" w14:textId="05B38A22" w:rsidR="00622C4E" w:rsidRDefault="00622C4E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Site services</w:t>
      </w:r>
    </w:p>
    <w:p w14:paraId="0F88E5F5" w14:textId="47B0D723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 xml:space="preserve">Preliminary delivery time incl. installation time schedule </w:t>
      </w:r>
    </w:p>
    <w:p w14:paraId="73A009B8" w14:textId="3C5B4A80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 xml:space="preserve">Specification of the equipment origin </w:t>
      </w:r>
    </w:p>
    <w:p w14:paraId="5DA1CDA1" w14:textId="64BC75BB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 xml:space="preserve">Preliminary layout </w:t>
      </w:r>
    </w:p>
    <w:p w14:paraId="235A8802" w14:textId="49170B48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List of major noise sources</w:t>
      </w:r>
    </w:p>
    <w:p w14:paraId="63208B7E" w14:textId="0F126F3F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Project execution plan</w:t>
      </w:r>
    </w:p>
    <w:p w14:paraId="729447A6" w14:textId="7C5D4E4D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HSE plan</w:t>
      </w:r>
    </w:p>
    <w:p w14:paraId="3D8D9434" w14:textId="503DFC82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Project risk register with summary of project risks identified</w:t>
      </w:r>
    </w:p>
    <w:p w14:paraId="7B7B741E" w14:textId="0CE91AE8" w:rsidR="0021316F" w:rsidRDefault="0021316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 xml:space="preserve">Reference lists </w:t>
      </w:r>
    </w:p>
    <w:p w14:paraId="0B3A7BE8" w14:textId="7ACA6C64" w:rsidR="00A8493F" w:rsidRDefault="00A8493F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Proposal</w:t>
      </w:r>
      <w:r w:rsidRPr="00A8493F">
        <w:rPr>
          <w:lang w:eastAsia="sv-SE"/>
        </w:rPr>
        <w:t xml:space="preserve"> for various training programmes and a list of training documents and materials</w:t>
      </w:r>
    </w:p>
    <w:p w14:paraId="0A58CB6A" w14:textId="3F71A39B" w:rsidR="00C50FF3" w:rsidRDefault="00C50FF3" w:rsidP="0090755B">
      <w:pPr>
        <w:pStyle w:val="ListParagraph"/>
        <w:numPr>
          <w:ilvl w:val="0"/>
          <w:numId w:val="20"/>
        </w:numPr>
        <w:jc w:val="both"/>
        <w:rPr>
          <w:lang w:eastAsia="sv-SE"/>
        </w:rPr>
      </w:pPr>
      <w:r>
        <w:rPr>
          <w:lang w:eastAsia="sv-SE"/>
        </w:rPr>
        <w:t>Sustainability inspection</w:t>
      </w:r>
    </w:p>
    <w:p w14:paraId="2A5FB63B" w14:textId="09708D89" w:rsidR="0021316F" w:rsidRDefault="0021316F" w:rsidP="0021316F">
      <w:pPr>
        <w:pStyle w:val="Heading1"/>
        <w:rPr>
          <w:lang w:eastAsia="sv-SE"/>
        </w:rPr>
      </w:pPr>
      <w:bookmarkStart w:id="6" w:name="_Toc144882563"/>
      <w:r>
        <w:rPr>
          <w:lang w:eastAsia="sv-SE"/>
        </w:rPr>
        <w:t>Terms of Payment</w:t>
      </w:r>
      <w:bookmarkEnd w:id="6"/>
      <w:r>
        <w:rPr>
          <w:lang w:eastAsia="sv-SE"/>
        </w:rPr>
        <w:t xml:space="preserve"> </w:t>
      </w:r>
    </w:p>
    <w:p w14:paraId="34DEBDD1" w14:textId="536860A8" w:rsidR="0021316F" w:rsidRDefault="00F31D22" w:rsidP="0021316F">
      <w:pPr>
        <w:rPr>
          <w:lang w:eastAsia="sv-SE"/>
        </w:rPr>
      </w:pPr>
      <w:r>
        <w:rPr>
          <w:lang w:eastAsia="sv-SE"/>
        </w:rPr>
        <w:t>Contractor</w:t>
      </w:r>
      <w:r w:rsidR="0021316F">
        <w:rPr>
          <w:lang w:eastAsia="sv-SE"/>
        </w:rPr>
        <w:t xml:space="preserve"> shall propose terms of payment based on the progress. </w:t>
      </w:r>
    </w:p>
    <w:p w14:paraId="7CEF984F" w14:textId="4AB5CE46" w:rsidR="0021316F" w:rsidRDefault="0021316F" w:rsidP="0021316F">
      <w:pPr>
        <w:pStyle w:val="Heading1"/>
        <w:rPr>
          <w:lang w:eastAsia="sv-SE"/>
        </w:rPr>
      </w:pPr>
      <w:bookmarkStart w:id="7" w:name="_Toc144882564"/>
      <w:r>
        <w:rPr>
          <w:lang w:eastAsia="sv-SE"/>
        </w:rPr>
        <w:t>Contract Terms</w:t>
      </w:r>
      <w:bookmarkEnd w:id="7"/>
      <w:r>
        <w:rPr>
          <w:lang w:eastAsia="sv-SE"/>
        </w:rPr>
        <w:t xml:space="preserve"> </w:t>
      </w:r>
    </w:p>
    <w:p w14:paraId="0EB2F8BA" w14:textId="77777777" w:rsidR="0021316F" w:rsidRPr="004A1E7A" w:rsidRDefault="0021316F" w:rsidP="0021316F">
      <w:pPr>
        <w:rPr>
          <w:lang w:eastAsia="sv-SE"/>
        </w:rPr>
      </w:pPr>
      <w:r w:rsidRPr="004A1E7A">
        <w:rPr>
          <w:lang w:eastAsia="sv-SE"/>
        </w:rPr>
        <w:t xml:space="preserve">The General terms of purchase shall be in compliance with SSG 2008. </w:t>
      </w:r>
    </w:p>
    <w:p w14:paraId="07740D4F" w14:textId="61AA37D1" w:rsidR="0030449C" w:rsidRDefault="0030449C" w:rsidP="0021316F">
      <w:pPr>
        <w:pStyle w:val="Heading1"/>
        <w:rPr>
          <w:lang w:eastAsia="sv-SE"/>
        </w:rPr>
      </w:pPr>
      <w:bookmarkStart w:id="8" w:name="_Toc144882565"/>
      <w:r>
        <w:rPr>
          <w:lang w:eastAsia="sv-SE"/>
        </w:rPr>
        <w:t>Ownership of Documents</w:t>
      </w:r>
      <w:bookmarkEnd w:id="8"/>
    </w:p>
    <w:p w14:paraId="6E5316C8" w14:textId="5D4651B1" w:rsidR="0030449C" w:rsidRPr="0030449C" w:rsidRDefault="0030449C" w:rsidP="00391ACB">
      <w:pPr>
        <w:jc w:val="both"/>
        <w:rPr>
          <w:lang w:eastAsia="sv-SE"/>
        </w:rPr>
      </w:pPr>
      <w:r>
        <w:rPr>
          <w:lang w:eastAsia="sv-SE"/>
        </w:rPr>
        <w:t xml:space="preserve">All documents and information given with this </w:t>
      </w:r>
      <w:r w:rsidR="00391ACB">
        <w:rPr>
          <w:lang w:eastAsia="sv-SE"/>
        </w:rPr>
        <w:t>Request for Quotation (</w:t>
      </w:r>
      <w:proofErr w:type="spellStart"/>
      <w:r w:rsidR="00391ACB">
        <w:rPr>
          <w:lang w:eastAsia="sv-SE"/>
        </w:rPr>
        <w:t>RfQ</w:t>
      </w:r>
      <w:proofErr w:type="spellEnd"/>
      <w:r w:rsidR="00391ACB">
        <w:rPr>
          <w:lang w:eastAsia="sv-SE"/>
        </w:rPr>
        <w:t>) remain the sole property of the Purchaser.</w:t>
      </w:r>
    </w:p>
    <w:p w14:paraId="325D3B7B" w14:textId="597F65DF" w:rsidR="0021316F" w:rsidRDefault="0021316F" w:rsidP="0021316F">
      <w:pPr>
        <w:pStyle w:val="Heading1"/>
        <w:rPr>
          <w:lang w:eastAsia="sv-SE"/>
        </w:rPr>
      </w:pPr>
      <w:bookmarkStart w:id="9" w:name="_Toc144882566"/>
      <w:r>
        <w:rPr>
          <w:lang w:eastAsia="sv-SE"/>
        </w:rPr>
        <w:t>Contact Persons</w:t>
      </w:r>
      <w:bookmarkEnd w:id="9"/>
      <w:r>
        <w:rPr>
          <w:lang w:eastAsia="sv-SE"/>
        </w:rPr>
        <w:t xml:space="preserve"> </w:t>
      </w:r>
    </w:p>
    <w:p w14:paraId="13EA5839" w14:textId="77777777" w:rsidR="0021316F" w:rsidRDefault="0021316F" w:rsidP="006049A4">
      <w:pPr>
        <w:jc w:val="both"/>
        <w:rPr>
          <w:lang w:eastAsia="sv-SE"/>
        </w:rPr>
      </w:pPr>
      <w:r>
        <w:rPr>
          <w:lang w:eastAsia="sv-SE"/>
        </w:rPr>
        <w:t xml:space="preserve">For further information please contact: </w:t>
      </w:r>
    </w:p>
    <w:p w14:paraId="20473E94" w14:textId="7AE3325C" w:rsidR="0021316F" w:rsidRPr="0021316F" w:rsidRDefault="0021316F" w:rsidP="006049A4">
      <w:pPr>
        <w:jc w:val="both"/>
        <w:rPr>
          <w:lang w:val="fi-FI" w:eastAsia="sv-SE"/>
        </w:rPr>
      </w:pPr>
      <w:r w:rsidRPr="0021316F">
        <w:rPr>
          <w:lang w:val="fi-FI" w:eastAsia="sv-SE"/>
        </w:rPr>
        <w:t>Aurora Arkima (aurora.arkima@a</w:t>
      </w:r>
      <w:r>
        <w:rPr>
          <w:lang w:val="fi-FI" w:eastAsia="sv-SE"/>
        </w:rPr>
        <w:t>fry.com)</w:t>
      </w:r>
    </w:p>
    <w:p w14:paraId="579E1E88" w14:textId="74FC2514" w:rsidR="0021316F" w:rsidRDefault="006416DA" w:rsidP="002F050C">
      <w:pPr>
        <w:pStyle w:val="Heading1"/>
        <w:rPr>
          <w:lang w:eastAsia="sv-SE"/>
        </w:rPr>
      </w:pPr>
      <w:bookmarkStart w:id="10" w:name="_Toc144882567"/>
      <w:r>
        <w:rPr>
          <w:lang w:eastAsia="sv-SE"/>
        </w:rPr>
        <w:t xml:space="preserve">Due date for the </w:t>
      </w:r>
      <w:r w:rsidR="00491AB0">
        <w:rPr>
          <w:lang w:eastAsia="sv-SE"/>
        </w:rPr>
        <w:t>quotation</w:t>
      </w:r>
      <w:bookmarkEnd w:id="10"/>
    </w:p>
    <w:p w14:paraId="6806193A" w14:textId="77777777" w:rsidR="0021316F" w:rsidRDefault="0021316F" w:rsidP="0021316F">
      <w:pPr>
        <w:rPr>
          <w:lang w:eastAsia="sv-SE"/>
        </w:rPr>
      </w:pPr>
    </w:p>
    <w:p w14:paraId="4D02AD65" w14:textId="135176E3" w:rsidR="0021316F" w:rsidRDefault="0021316F" w:rsidP="0021316F">
      <w:pPr>
        <w:rPr>
          <w:lang w:eastAsia="sv-SE"/>
        </w:rPr>
      </w:pPr>
      <w:r>
        <w:rPr>
          <w:lang w:eastAsia="sv-SE"/>
        </w:rPr>
        <w:t xml:space="preserve">By November </w:t>
      </w:r>
      <w:r w:rsidR="007A1D07">
        <w:rPr>
          <w:lang w:eastAsia="sv-SE"/>
        </w:rPr>
        <w:t>16</w:t>
      </w:r>
      <w:r>
        <w:rPr>
          <w:lang w:eastAsia="sv-SE"/>
        </w:rPr>
        <w:t xml:space="preserve">, 2023. </w:t>
      </w:r>
    </w:p>
    <w:p w14:paraId="7AC2E809" w14:textId="77777777" w:rsidR="0021316F" w:rsidRDefault="0021316F" w:rsidP="0021316F">
      <w:pPr>
        <w:rPr>
          <w:lang w:eastAsia="sv-SE"/>
        </w:rPr>
      </w:pPr>
    </w:p>
    <w:p w14:paraId="224C9423" w14:textId="77777777" w:rsidR="0021316F" w:rsidRDefault="0021316F" w:rsidP="0021316F">
      <w:pPr>
        <w:rPr>
          <w:lang w:eastAsia="sv-SE"/>
        </w:rPr>
      </w:pPr>
    </w:p>
    <w:p w14:paraId="20F26202" w14:textId="77777777" w:rsidR="0021316F" w:rsidRDefault="0021316F" w:rsidP="0021316F">
      <w:pPr>
        <w:rPr>
          <w:lang w:eastAsia="sv-SE"/>
        </w:rPr>
      </w:pPr>
    </w:p>
    <w:p w14:paraId="0DA6AB84" w14:textId="77777777" w:rsidR="0021316F" w:rsidRDefault="0021316F" w:rsidP="0021316F">
      <w:pPr>
        <w:rPr>
          <w:lang w:eastAsia="sv-SE"/>
        </w:rPr>
      </w:pPr>
      <w:r>
        <w:rPr>
          <w:lang w:eastAsia="sv-SE"/>
        </w:rPr>
        <w:t> </w:t>
      </w:r>
    </w:p>
    <w:p w14:paraId="20AF8491" w14:textId="77777777" w:rsidR="00243EC1" w:rsidRDefault="00243EC1">
      <w:pPr>
        <w:rPr>
          <w:lang w:eastAsia="sv-SE"/>
        </w:rPr>
      </w:pPr>
      <w:r>
        <w:rPr>
          <w:lang w:eastAsia="sv-SE"/>
        </w:rPr>
        <w:br w:type="page"/>
      </w:r>
    </w:p>
    <w:p w14:paraId="4E0E90B0" w14:textId="443AD94F" w:rsidR="0021316F" w:rsidRPr="00491AB0" w:rsidRDefault="0021316F" w:rsidP="0021316F">
      <w:pPr>
        <w:rPr>
          <w:vanish/>
          <w:lang w:eastAsia="sv-SE"/>
          <w:specVanish/>
        </w:rPr>
      </w:pPr>
      <w:r>
        <w:rPr>
          <w:lang w:eastAsia="sv-SE"/>
        </w:rPr>
        <w:t>ENCLOSURES</w:t>
      </w:r>
    </w:p>
    <w:p w14:paraId="2743A54C" w14:textId="038FCA0C" w:rsidR="0021316F" w:rsidRPr="007C27E3" w:rsidRDefault="0021316F" w:rsidP="0021316F">
      <w:pPr>
        <w:rPr>
          <w:lang w:eastAsia="sv-SE"/>
        </w:rPr>
      </w:pPr>
    </w:p>
    <w:tbl>
      <w:tblPr>
        <w:tblW w:w="79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9"/>
        <w:gridCol w:w="692"/>
        <w:gridCol w:w="1025"/>
      </w:tblGrid>
      <w:tr w:rsidR="0072179D" w:rsidRPr="0072179D" w14:paraId="7F80212C" w14:textId="77777777" w:rsidTr="74B35DA7">
        <w:trPr>
          <w:trHeight w:val="240"/>
          <w:tblHeader/>
        </w:trPr>
        <w:tc>
          <w:tcPr>
            <w:tcW w:w="6219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  <w:hideMark/>
          </w:tcPr>
          <w:p w14:paraId="4393D7B4" w14:textId="77777777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lang w:val="fi-FI" w:eastAsia="zh-CN"/>
              </w:rPr>
            </w:pPr>
            <w:r w:rsidRPr="0072179D">
              <w:rPr>
                <w:rFonts w:eastAsia="Times New Roman" w:cs="Times New Roman"/>
                <w:b/>
                <w:bCs/>
                <w:color w:val="000000"/>
                <w:lang w:val="fi-FI" w:eastAsia="zh-CN"/>
              </w:rPr>
              <w:t>ENCLOSURES </w:t>
            </w:r>
          </w:p>
        </w:tc>
        <w:tc>
          <w:tcPr>
            <w:tcW w:w="1717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19C6ED09" w14:textId="24DDC94F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lang w:val="fi-FI" w:eastAsia="zh-CN"/>
              </w:rPr>
            </w:pPr>
          </w:p>
        </w:tc>
      </w:tr>
      <w:tr w:rsidR="0072179D" w:rsidRPr="0072179D" w14:paraId="386BF3E9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718589F2" w14:textId="77777777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  <w:r w:rsidRPr="0072179D">
              <w:rPr>
                <w:rFonts w:eastAsia="Times New Roman" w:cs="Times New Roman"/>
                <w:color w:val="000000"/>
                <w:lang w:val="en-US" w:eastAsia="zh-CN"/>
              </w:rPr>
              <w:t>Appendix Template</w:t>
            </w:r>
            <w:r w:rsidRPr="0072179D">
              <w:rPr>
                <w:rFonts w:eastAsia="Times New Roman" w:cs="Times New Roman"/>
                <w:color w:val="000000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2B09F796" w14:textId="6B80A594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72179D" w:rsidRPr="0072179D" w14:paraId="4438460C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8F0E3" w14:textId="77777777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  <w:r w:rsidRPr="0072179D">
              <w:rPr>
                <w:rFonts w:eastAsia="Times New Roman" w:cs="Times New Roman"/>
                <w:color w:val="000000"/>
                <w:lang w:val="en-US" w:eastAsia="zh-CN"/>
              </w:rPr>
              <w:t>Quotation Letter template</w:t>
            </w:r>
            <w:r w:rsidRPr="0072179D">
              <w:rPr>
                <w:rFonts w:eastAsia="Times New Roman" w:cs="Times New Roman"/>
                <w:color w:val="000000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DF3A1" w14:textId="415CFC5A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72179D" w:rsidRPr="0072179D" w14:paraId="3653DF04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3DE41D0A" w14:textId="77777777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  <w:r w:rsidRPr="0072179D">
              <w:rPr>
                <w:rFonts w:eastAsia="Times New Roman" w:cs="Times New Roman"/>
                <w:color w:val="000000"/>
                <w:lang w:val="en-US" w:eastAsia="zh-CN"/>
              </w:rPr>
              <w:t>RFQ Letter</w:t>
            </w:r>
            <w:r w:rsidRPr="0072179D">
              <w:rPr>
                <w:rFonts w:eastAsia="Times New Roman" w:cs="Times New Roman"/>
                <w:color w:val="000000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733AEAF0" w14:textId="2749DD97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72179D" w:rsidRPr="0072179D" w14:paraId="236B5D12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F7099" w14:textId="156E20BC" w:rsidR="0072179D" w:rsidRPr="00E33B63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en-US" w:eastAsia="zh-CN"/>
              </w:rPr>
            </w:pPr>
            <w:r w:rsidRPr="00E33B63">
              <w:rPr>
                <w:rFonts w:eastAsia="Times New Roman" w:cs="Times New Roman"/>
                <w:color w:val="000000"/>
                <w:lang w:val="en-US" w:eastAsia="zh-CN"/>
              </w:rPr>
              <w:t xml:space="preserve">Appendix </w:t>
            </w:r>
            <w:r w:rsidR="0067033F" w:rsidRPr="00E33B63">
              <w:rPr>
                <w:rFonts w:eastAsia="Times New Roman" w:cs="Times New Roman"/>
                <w:color w:val="000000"/>
                <w:lang w:val="en-US" w:eastAsia="zh-CN"/>
              </w:rPr>
              <w:t>1</w:t>
            </w:r>
            <w:r w:rsidRPr="00E33B63">
              <w:rPr>
                <w:rFonts w:eastAsia="Times New Roman" w:cs="Times New Roman"/>
                <w:color w:val="000000"/>
                <w:lang w:val="en-US" w:eastAsia="zh-CN"/>
              </w:rPr>
              <w:t xml:space="preserve"> </w:t>
            </w:r>
            <w:r w:rsidR="00096774" w:rsidRPr="00E33B63">
              <w:rPr>
                <w:rFonts w:eastAsia="Times New Roman" w:cs="Times New Roman"/>
                <w:color w:val="000000"/>
                <w:lang w:val="en-US" w:eastAsia="zh-CN"/>
              </w:rPr>
              <w:t>SSG General Contract Conditions 2008</w:t>
            </w:r>
            <w:r w:rsidR="00096774" w:rsidRPr="00E33B63">
              <w:rPr>
                <w:rFonts w:eastAsia="Times New Roman" w:cs="Times New Roman"/>
                <w:color w:val="000000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F76BF" w14:textId="57C6BBFA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en-US" w:eastAsia="zh-CN"/>
              </w:rPr>
            </w:pPr>
          </w:p>
        </w:tc>
      </w:tr>
      <w:tr w:rsidR="0072179D" w:rsidRPr="0072179D" w14:paraId="0179AF8E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68DE53A7" w14:textId="2DB387AB" w:rsidR="0072179D" w:rsidRPr="007669EA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highlight w:val="yellow"/>
                <w:lang w:val="fi-FI" w:eastAsia="zh-CN"/>
              </w:rPr>
            </w:pPr>
            <w:r w:rsidRPr="009E3367">
              <w:rPr>
                <w:rFonts w:eastAsia="Times New Roman" w:cs="Times New Roman"/>
                <w:color w:val="000000"/>
                <w:lang w:val="en-US" w:eastAsia="zh-CN"/>
              </w:rPr>
              <w:t xml:space="preserve">Appendix </w:t>
            </w:r>
            <w:r w:rsidR="0067033F" w:rsidRPr="009E3367">
              <w:rPr>
                <w:rFonts w:eastAsia="Times New Roman" w:cs="Times New Roman"/>
                <w:color w:val="000000"/>
                <w:lang w:val="en-US" w:eastAsia="zh-CN"/>
              </w:rPr>
              <w:t>2</w:t>
            </w:r>
            <w:r w:rsidRPr="009E3367">
              <w:rPr>
                <w:rFonts w:eastAsia="Times New Roman" w:cs="Times New Roman"/>
                <w:color w:val="000000"/>
                <w:lang w:val="en-US" w:eastAsia="zh-CN"/>
              </w:rPr>
              <w:t xml:space="preserve"> </w:t>
            </w:r>
            <w:r w:rsidR="00096774" w:rsidRPr="009E3367">
              <w:rPr>
                <w:rFonts w:eastAsia="Times New Roman" w:cs="Times New Roman"/>
                <w:color w:val="000000"/>
                <w:lang w:val="en-US" w:eastAsia="zh-CN"/>
              </w:rPr>
              <w:t>Mill Standards</w:t>
            </w:r>
            <w:r w:rsidR="00096774" w:rsidRPr="009E3367">
              <w:rPr>
                <w:rFonts w:eastAsia="Times New Roman" w:cs="Times New Roman"/>
                <w:color w:val="000000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343C1EE3" w14:textId="7E2642A7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72179D" w:rsidRPr="0072179D" w14:paraId="10FD8C85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105E9860" w14:textId="7FD4C1B4" w:rsidR="0072179D" w:rsidRPr="007669EA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highlight w:val="yellow"/>
                <w:lang w:val="en-US" w:eastAsia="zh-CN"/>
              </w:rPr>
            </w:pPr>
            <w:r w:rsidRPr="00CF60D1">
              <w:rPr>
                <w:rFonts w:eastAsia="Times New Roman" w:cs="Times New Roman"/>
                <w:lang w:val="en-US" w:eastAsia="zh-CN"/>
              </w:rPr>
              <w:t xml:space="preserve">Appendix </w:t>
            </w:r>
            <w:r w:rsidR="0067033F" w:rsidRPr="00CF60D1">
              <w:rPr>
                <w:rFonts w:eastAsia="Times New Roman" w:cs="Times New Roman"/>
                <w:lang w:val="en-US" w:eastAsia="zh-CN"/>
              </w:rPr>
              <w:t>3</w:t>
            </w:r>
            <w:r w:rsidRPr="00CF60D1">
              <w:rPr>
                <w:rFonts w:eastAsia="Times New Roman" w:cs="Times New Roman"/>
                <w:lang w:val="en-US" w:eastAsia="zh-CN"/>
              </w:rPr>
              <w:t xml:space="preserve"> </w:t>
            </w:r>
            <w:r w:rsidR="00C252D9" w:rsidRPr="00CF60D1">
              <w:rPr>
                <w:rFonts w:eastAsia="Times New Roman" w:cs="Times New Roman"/>
                <w:lang w:val="en-US" w:eastAsia="zh-CN"/>
              </w:rPr>
              <w:t>Inquiry Specification Tall Oil Plant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180849A2" w14:textId="1CD802E5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en-US" w:eastAsia="zh-CN"/>
              </w:rPr>
            </w:pPr>
          </w:p>
        </w:tc>
      </w:tr>
      <w:tr w:rsidR="0072179D" w:rsidRPr="0072179D" w14:paraId="5D4D7BED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4746D" w14:textId="5770F20D" w:rsidR="0072179D" w:rsidRPr="006E516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en-US" w:eastAsia="zh-CN"/>
              </w:rPr>
            </w:pPr>
            <w:r w:rsidRPr="006E516D">
              <w:rPr>
                <w:rFonts w:eastAsia="Times New Roman" w:cs="Times New Roman"/>
                <w:color w:val="000000"/>
                <w:lang w:val="en-US" w:eastAsia="zh-CN"/>
              </w:rPr>
              <w:t xml:space="preserve">Appendix </w:t>
            </w:r>
            <w:r w:rsidR="0067033F" w:rsidRPr="006E516D">
              <w:rPr>
                <w:rFonts w:eastAsia="Times New Roman" w:cs="Times New Roman"/>
                <w:color w:val="000000"/>
                <w:lang w:val="en-US" w:eastAsia="zh-CN"/>
              </w:rPr>
              <w:t>4</w:t>
            </w:r>
            <w:r w:rsidRPr="006E516D">
              <w:rPr>
                <w:rFonts w:eastAsia="Times New Roman" w:cs="Times New Roman"/>
                <w:color w:val="000000"/>
                <w:lang w:val="en-US" w:eastAsia="zh-CN"/>
              </w:rPr>
              <w:t xml:space="preserve"> Commissioning and Test Principles Diagram 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35695" w14:textId="25F3D958" w:rsidR="0072179D" w:rsidRPr="00C50FF3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en-US" w:eastAsia="zh-CN"/>
              </w:rPr>
            </w:pPr>
          </w:p>
        </w:tc>
      </w:tr>
      <w:tr w:rsidR="0072179D" w:rsidRPr="0072179D" w14:paraId="00F0D2A3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00981F39" w14:textId="2C1A11C5" w:rsidR="0072179D" w:rsidRPr="007669EA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highlight w:val="yellow"/>
                <w:lang w:val="en-US" w:eastAsia="zh-CN"/>
              </w:rPr>
            </w:pPr>
            <w:r w:rsidRPr="00937FE4">
              <w:rPr>
                <w:rFonts w:eastAsia="Times New Roman" w:cs="Times New Roman"/>
                <w:color w:val="000000"/>
                <w:lang w:val="en-US" w:eastAsia="zh-CN"/>
              </w:rPr>
              <w:t xml:space="preserve">Appendix </w:t>
            </w:r>
            <w:r w:rsidR="0067033F" w:rsidRPr="00937FE4">
              <w:rPr>
                <w:rFonts w:eastAsia="Times New Roman" w:cs="Times New Roman"/>
                <w:color w:val="000000"/>
                <w:lang w:val="en-US" w:eastAsia="zh-CN"/>
              </w:rPr>
              <w:t>5</w:t>
            </w:r>
            <w:r w:rsidRPr="00937FE4">
              <w:rPr>
                <w:rFonts w:eastAsia="Times New Roman" w:cs="Times New Roman"/>
                <w:color w:val="000000"/>
                <w:lang w:val="en-US" w:eastAsia="zh-CN"/>
              </w:rPr>
              <w:t xml:space="preserve"> Purchaser’s Requirements for Factory Acceptance 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66F2854D" w14:textId="16E5C9C1" w:rsidR="0072179D" w:rsidRPr="00C50FF3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en-US" w:eastAsia="zh-CN"/>
              </w:rPr>
            </w:pPr>
          </w:p>
        </w:tc>
      </w:tr>
      <w:tr w:rsidR="0072179D" w:rsidRPr="0072179D" w14:paraId="5FEF11E8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07FB9C8C" w14:textId="3281BCAF" w:rsidR="0072179D" w:rsidRPr="007669EA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highlight w:val="yellow"/>
                <w:lang w:val="fi-FI" w:eastAsia="zh-CN"/>
              </w:rPr>
            </w:pPr>
            <w:r w:rsidRPr="000C08FC">
              <w:rPr>
                <w:rFonts w:eastAsia="Times New Roman" w:cs="Times New Roman"/>
                <w:lang w:val="en-US" w:eastAsia="zh-CN"/>
              </w:rPr>
              <w:t xml:space="preserve">Appendix </w:t>
            </w:r>
            <w:r w:rsidR="00CE3C6D" w:rsidRPr="000C08FC">
              <w:rPr>
                <w:rFonts w:eastAsia="Times New Roman" w:cs="Times New Roman"/>
                <w:lang w:val="en-US" w:eastAsia="zh-CN"/>
              </w:rPr>
              <w:t>6</w:t>
            </w:r>
            <w:r w:rsidRPr="000C08FC">
              <w:rPr>
                <w:rFonts w:eastAsia="Times New Roman" w:cs="Times New Roman"/>
                <w:lang w:val="en-US" w:eastAsia="zh-CN"/>
              </w:rPr>
              <w:t xml:space="preserve"> General Delivery Limits </w:t>
            </w:r>
            <w:r w:rsidRPr="000C08FC">
              <w:rPr>
                <w:rFonts w:eastAsia="Times New Roman" w:cs="Times New Roman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5AB153F7" w14:textId="0879C137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72179D" w:rsidRPr="0072179D" w14:paraId="58D0269E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ECFB0" w14:textId="6208E2F0" w:rsidR="0072179D" w:rsidRPr="007669EA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highlight w:val="yellow"/>
                <w:lang w:val="fi-FI" w:eastAsia="zh-CN"/>
              </w:rPr>
            </w:pPr>
            <w:r w:rsidRPr="00070814">
              <w:rPr>
                <w:rFonts w:eastAsia="Times New Roman" w:cs="Times New Roman"/>
                <w:color w:val="000000"/>
                <w:lang w:val="en-US" w:eastAsia="zh-CN"/>
              </w:rPr>
              <w:t xml:space="preserve">Appendix </w:t>
            </w:r>
            <w:r w:rsidR="00CE3C6D" w:rsidRPr="00070814">
              <w:rPr>
                <w:rFonts w:eastAsia="Times New Roman" w:cs="Times New Roman"/>
                <w:color w:val="000000"/>
                <w:lang w:val="en-US" w:eastAsia="zh-CN"/>
              </w:rPr>
              <w:t>7</w:t>
            </w:r>
            <w:r w:rsidRPr="00070814">
              <w:rPr>
                <w:rFonts w:eastAsia="Times New Roman" w:cs="Times New Roman"/>
                <w:color w:val="000000"/>
                <w:lang w:val="en-US" w:eastAsia="zh-CN"/>
              </w:rPr>
              <w:t xml:space="preserve"> Scope of Supply </w:t>
            </w:r>
            <w:r w:rsidRPr="00070814">
              <w:rPr>
                <w:rFonts w:eastAsia="Times New Roman" w:cs="Times New Roman"/>
                <w:color w:val="000000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28E0C" w14:textId="41F61520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134E19" w:rsidRPr="0072179D" w14:paraId="288CD5D6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550460FE" w14:textId="145F6383" w:rsidR="00134E19" w:rsidRPr="00830DCC" w:rsidRDefault="00134E19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  <w:r w:rsidRPr="00830DCC">
              <w:rPr>
                <w:rFonts w:eastAsia="Times New Roman" w:cs="Times New Roman"/>
                <w:color w:val="000000"/>
                <w:lang w:val="en-US" w:eastAsia="zh-CN"/>
              </w:rPr>
              <w:t xml:space="preserve">Appendix </w:t>
            </w:r>
            <w:r w:rsidR="009A44C8">
              <w:rPr>
                <w:rFonts w:eastAsia="Times New Roman" w:cs="Times New Roman"/>
                <w:color w:val="000000"/>
                <w:lang w:val="en-US" w:eastAsia="zh-CN"/>
              </w:rPr>
              <w:t>8</w:t>
            </w:r>
            <w:r w:rsidR="00C201D8" w:rsidRPr="00830DCC">
              <w:rPr>
                <w:rFonts w:eastAsia="Times New Roman" w:cs="Times New Roman"/>
                <w:color w:val="000000"/>
                <w:lang w:val="en-US" w:eastAsia="zh-CN"/>
              </w:rPr>
              <w:t xml:space="preserve"> Mill Site Sample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2409D714" w14:textId="77777777" w:rsidR="00134E19" w:rsidRPr="0072179D" w:rsidRDefault="00134E19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C201D8" w:rsidRPr="0072179D" w14:paraId="0518D4BA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D6E8424" w14:textId="62D36884" w:rsidR="00C201D8" w:rsidRPr="007669EA" w:rsidRDefault="00C201D8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highlight w:val="yellow"/>
                <w:lang w:val="en-US" w:eastAsia="zh-CN"/>
              </w:rPr>
            </w:pPr>
            <w:r w:rsidRPr="00955B50">
              <w:rPr>
                <w:rFonts w:eastAsia="Times New Roman" w:cs="Times New Roman"/>
                <w:color w:val="000000"/>
                <w:lang w:val="en-US" w:eastAsia="zh-CN"/>
              </w:rPr>
              <w:t>Appendix 9 Line Diagram Sample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23D031F2" w14:textId="77777777" w:rsidR="00C201D8" w:rsidRPr="0072179D" w:rsidRDefault="00C201D8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461A79" w:rsidRPr="0072179D" w14:paraId="249A09FA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7D7C61CB" w14:textId="7D02A940" w:rsidR="00461A79" w:rsidRPr="00082475" w:rsidRDefault="00461A79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  <w:r w:rsidRPr="00082475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C201D8" w:rsidRPr="00082475">
              <w:rPr>
                <w:rFonts w:eastAsia="Times New Roman" w:cs="Times New Roman"/>
                <w:color w:val="000000" w:themeColor="text1"/>
                <w:lang w:val="en-US" w:eastAsia="zh-CN"/>
              </w:rPr>
              <w:t>10</w:t>
            </w:r>
            <w:r w:rsidRPr="00082475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Sustainability Report</w:t>
            </w:r>
            <w:r w:rsidR="5CDDBBBF" w:rsidRPr="00082475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27C0A581" w14:textId="77777777" w:rsidR="00461A79" w:rsidRPr="0072179D" w:rsidRDefault="00461A79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72179D" w:rsidRPr="0072179D" w14:paraId="1D06E6B1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46FD13" w14:textId="46C04D0B" w:rsidR="0072179D" w:rsidRPr="007669EA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highlight w:val="yellow"/>
                <w:lang w:val="en-US" w:eastAsia="zh-CN"/>
              </w:rPr>
            </w:pPr>
            <w:r w:rsidRPr="00894986">
              <w:rPr>
                <w:rFonts w:eastAsia="Times New Roman" w:cs="Times New Roman"/>
                <w:color w:val="000000"/>
                <w:lang w:val="en-US" w:eastAsia="zh-CN"/>
              </w:rPr>
              <w:t xml:space="preserve">Appendix </w:t>
            </w:r>
            <w:r w:rsidR="00461A79" w:rsidRPr="00894986">
              <w:rPr>
                <w:rFonts w:eastAsia="Times New Roman" w:cs="Times New Roman"/>
                <w:color w:val="000000"/>
                <w:lang w:val="en-US" w:eastAsia="zh-CN"/>
              </w:rPr>
              <w:t>1</w:t>
            </w:r>
            <w:r w:rsidR="00C201D8" w:rsidRPr="00894986">
              <w:rPr>
                <w:rFonts w:eastAsia="Times New Roman" w:cs="Times New Roman"/>
                <w:color w:val="000000"/>
                <w:lang w:val="en-US" w:eastAsia="zh-CN"/>
              </w:rPr>
              <w:t>1</w:t>
            </w:r>
            <w:r w:rsidRPr="00894986">
              <w:rPr>
                <w:rFonts w:eastAsia="Times New Roman" w:cs="Times New Roman"/>
                <w:color w:val="000000"/>
                <w:lang w:val="en-US" w:eastAsia="zh-CN"/>
              </w:rPr>
              <w:t xml:space="preserve"> PSK Installation Work Agreement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67CBED" w14:textId="31781802" w:rsidR="0072179D" w:rsidRPr="00C50FF3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en-US" w:eastAsia="zh-CN"/>
              </w:rPr>
            </w:pPr>
          </w:p>
        </w:tc>
      </w:tr>
      <w:tr w:rsidR="0072179D" w:rsidRPr="0072179D" w14:paraId="7B086BDA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6677C" w14:textId="5C2ABD6F" w:rsidR="0072179D" w:rsidRPr="007669EA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highlight w:val="yellow"/>
                <w:lang w:val="en-US" w:eastAsia="zh-CN"/>
              </w:rPr>
            </w:pPr>
            <w:r w:rsidRPr="00093659">
              <w:rPr>
                <w:rFonts w:eastAsia="Times New Roman" w:cs="Times New Roman"/>
                <w:lang w:val="en-US" w:eastAsia="zh-CN"/>
              </w:rPr>
              <w:t xml:space="preserve">Appendix </w:t>
            </w:r>
            <w:r w:rsidR="00CE3C6D" w:rsidRPr="00093659">
              <w:rPr>
                <w:rFonts w:eastAsia="Times New Roman" w:cs="Times New Roman"/>
                <w:lang w:val="en-US" w:eastAsia="zh-CN"/>
              </w:rPr>
              <w:t>1</w:t>
            </w:r>
            <w:r w:rsidR="00C201D8" w:rsidRPr="00093659">
              <w:rPr>
                <w:rFonts w:eastAsia="Times New Roman" w:cs="Times New Roman"/>
                <w:lang w:val="en-US" w:eastAsia="zh-CN"/>
              </w:rPr>
              <w:t>2</w:t>
            </w:r>
            <w:r w:rsidRPr="00093659">
              <w:rPr>
                <w:rFonts w:eastAsia="Times New Roman" w:cs="Times New Roman"/>
                <w:lang w:val="en-US" w:eastAsia="zh-CN"/>
              </w:rPr>
              <w:t xml:space="preserve"> </w:t>
            </w:r>
            <w:r w:rsidR="008E1C27" w:rsidRPr="00093659">
              <w:rPr>
                <w:rFonts w:eastAsia="Times New Roman" w:cs="Times New Roman"/>
                <w:color w:val="000000"/>
                <w:lang w:val="en-US" w:eastAsia="zh-CN"/>
              </w:rPr>
              <w:t>Instruction Concerning Work Carried out at the Purchaser’s Workplace</w:t>
            </w:r>
            <w:r w:rsidR="008E1C27" w:rsidRPr="00093659">
              <w:rPr>
                <w:rFonts w:eastAsia="Times New Roman" w:cs="Times New Roman"/>
                <w:color w:val="808080"/>
                <w:lang w:val="en-US" w:eastAsia="zh-CN"/>
              </w:rPr>
              <w:t>  </w:t>
            </w:r>
            <w:r w:rsidR="008E1C27" w:rsidRPr="00093659">
              <w:rPr>
                <w:rFonts w:eastAsia="Times New Roman" w:cs="Times New Roman"/>
                <w:lang w:val="en-US" w:eastAsia="zh-CN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1CC6EE" w14:textId="673DCDEE" w:rsidR="0072179D" w:rsidRPr="00C50FF3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en-US" w:eastAsia="zh-CN"/>
              </w:rPr>
            </w:pPr>
          </w:p>
        </w:tc>
      </w:tr>
      <w:tr w:rsidR="0072179D" w:rsidRPr="0072179D" w14:paraId="2B0F5F69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6F6BB85A" w14:textId="128AA1BA" w:rsidR="0072179D" w:rsidRPr="007669EA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highlight w:val="yellow"/>
                <w:lang w:val="fi-FI" w:eastAsia="zh-CN"/>
              </w:rPr>
            </w:pPr>
            <w:r w:rsidRPr="00311A2B">
              <w:rPr>
                <w:rFonts w:eastAsia="Times New Roman" w:cs="Times New Roman"/>
                <w:color w:val="000000"/>
                <w:lang w:val="en-US" w:eastAsia="zh-CN"/>
              </w:rPr>
              <w:t xml:space="preserve">Appendix </w:t>
            </w:r>
            <w:r w:rsidR="00513A6F" w:rsidRPr="00311A2B">
              <w:rPr>
                <w:rFonts w:eastAsia="Times New Roman" w:cs="Times New Roman"/>
                <w:color w:val="000000"/>
                <w:lang w:val="en-US" w:eastAsia="zh-CN"/>
              </w:rPr>
              <w:t>1</w:t>
            </w:r>
            <w:r w:rsidR="00096774" w:rsidRPr="00311A2B">
              <w:rPr>
                <w:rFonts w:eastAsia="Times New Roman" w:cs="Times New Roman"/>
                <w:color w:val="000000"/>
                <w:lang w:val="en-US" w:eastAsia="zh-CN"/>
              </w:rPr>
              <w:t>3</w:t>
            </w:r>
            <w:r w:rsidRPr="00311A2B">
              <w:rPr>
                <w:rFonts w:eastAsia="Times New Roman" w:cs="Times New Roman"/>
                <w:color w:val="000000"/>
                <w:lang w:val="en-US" w:eastAsia="zh-CN"/>
              </w:rPr>
              <w:t xml:space="preserve"> Training Instructions</w:t>
            </w:r>
            <w:r w:rsidRPr="00311A2B">
              <w:rPr>
                <w:rFonts w:eastAsia="Times New Roman" w:cs="Times New Roman"/>
                <w:color w:val="000000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128C4A69" w14:textId="41889629" w:rsidR="0072179D" w:rsidRPr="0072179D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fi-FI" w:eastAsia="zh-CN"/>
              </w:rPr>
            </w:pPr>
          </w:p>
        </w:tc>
      </w:tr>
      <w:tr w:rsidR="0072179D" w:rsidRPr="0072179D" w14:paraId="65284D31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20A7B667" w14:textId="6EB22503" w:rsidR="0072179D" w:rsidRPr="007669EA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highlight w:val="yellow"/>
                <w:lang w:val="en-US" w:eastAsia="zh-CN"/>
              </w:rPr>
            </w:pPr>
            <w:r w:rsidRPr="00C03ED3">
              <w:rPr>
                <w:rFonts w:eastAsia="Times New Roman" w:cs="Times New Roman"/>
                <w:color w:val="000000"/>
                <w:lang w:val="en-US" w:eastAsia="zh-CN"/>
              </w:rPr>
              <w:t xml:space="preserve">Appendix </w:t>
            </w:r>
            <w:r w:rsidR="00513A6F" w:rsidRPr="00C03ED3">
              <w:rPr>
                <w:rFonts w:eastAsia="Times New Roman" w:cs="Times New Roman"/>
                <w:color w:val="000000"/>
                <w:lang w:val="en-US" w:eastAsia="zh-CN"/>
              </w:rPr>
              <w:t>1</w:t>
            </w:r>
            <w:r w:rsidR="00096774" w:rsidRPr="00C03ED3">
              <w:rPr>
                <w:rFonts w:eastAsia="Times New Roman" w:cs="Times New Roman"/>
                <w:color w:val="000000"/>
                <w:lang w:val="en-US" w:eastAsia="zh-CN"/>
              </w:rPr>
              <w:t>4</w:t>
            </w:r>
            <w:r w:rsidRPr="00C03ED3">
              <w:rPr>
                <w:rFonts w:eastAsia="Times New Roman" w:cs="Times New Roman"/>
                <w:color w:val="000000"/>
                <w:lang w:val="en-US" w:eastAsia="zh-CN"/>
              </w:rPr>
              <w:t xml:space="preserve"> </w:t>
            </w:r>
            <w:r w:rsidR="008E1C27" w:rsidRPr="00C03ED3">
              <w:rPr>
                <w:rFonts w:eastAsia="Times New Roman" w:cs="Times New Roman"/>
                <w:lang w:val="en-US" w:eastAsia="zh-CN"/>
              </w:rPr>
              <w:t>Purchaser’s Project Time Schedule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5D0D5FFD" w14:textId="7709F21D" w:rsidR="0072179D" w:rsidRPr="00072677" w:rsidRDefault="0072179D" w:rsidP="0072179D">
            <w:pPr>
              <w:spacing w:after="0" w:line="240" w:lineRule="auto"/>
              <w:textAlignment w:val="baseline"/>
              <w:rPr>
                <w:rFonts w:eastAsia="Times New Roman" w:cs="Segoe UI"/>
                <w:lang w:val="en-US" w:eastAsia="zh-CN"/>
              </w:rPr>
            </w:pPr>
          </w:p>
        </w:tc>
      </w:tr>
      <w:tr w:rsidR="00326C83" w:rsidRPr="0072179D" w14:paraId="2762C3EE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0756F55D" w14:textId="4E6CC9E3" w:rsidR="00326C83" w:rsidRPr="007669EA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 w:themeColor="text1"/>
                <w:highlight w:val="yellow"/>
                <w:lang w:val="en-US" w:eastAsia="zh-CN"/>
              </w:rPr>
            </w:pPr>
            <w:r w:rsidRPr="00866CD2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866CD2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866CD2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866CD2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Templates and examples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2E0F98B9" w14:textId="77777777" w:rsidR="00326C83" w:rsidRPr="00326C83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326C83" w:rsidRPr="0072179D" w14:paraId="54F116CD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345FD362" w14:textId="4DEFD5D5" w:rsidR="00326C83" w:rsidRPr="007669EA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FF0000"/>
                <w:highlight w:val="yellow"/>
                <w:lang w:val="en-US" w:eastAsia="zh-CN"/>
              </w:rPr>
            </w:pPr>
            <w:r w:rsidRPr="00432AC7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432AC7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432AC7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432AC7">
              <w:rPr>
                <w:rFonts w:eastAsia="Times New Roman" w:cs="Times New Roman"/>
                <w:color w:val="000000" w:themeColor="text1"/>
                <w:lang w:val="en-US" w:eastAsia="zh-CN"/>
              </w:rPr>
              <w:t>.1 Project Execution Plan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5B3D2CEB" w14:textId="77777777" w:rsidR="00326C83" w:rsidRPr="00326C83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326C83" w:rsidRPr="0072179D" w14:paraId="58453A64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5011025D" w14:textId="4D6E4325" w:rsidR="00326C83" w:rsidRPr="007977DF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 w:themeColor="text1"/>
                <w:lang w:val="en-US" w:eastAsia="zh-CN"/>
              </w:rPr>
            </w:pPr>
            <w:r w:rsidRPr="007977DF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7977DF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7977DF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7977DF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.2 </w:t>
            </w:r>
            <w:r w:rsidR="00A52541" w:rsidRPr="007977DF">
              <w:rPr>
                <w:rFonts w:eastAsia="Times New Roman" w:cs="Times New Roman"/>
                <w:color w:val="000000" w:themeColor="text1"/>
                <w:lang w:val="en-US" w:eastAsia="zh-CN"/>
              </w:rPr>
              <w:t>Supplier’s</w:t>
            </w:r>
            <w:r w:rsidRPr="007977DF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Technical Specification</w:t>
            </w:r>
            <w:r w:rsidRPr="007977DF">
              <w:rPr>
                <w:rFonts w:eastAsia="Times New Roman" w:cs="Times New Roman"/>
                <w:color w:val="000000" w:themeColor="text1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3794887F" w14:textId="77777777" w:rsidR="00326C83" w:rsidRPr="00326C83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326C83" w:rsidRPr="0072179D" w14:paraId="62F8699C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407F9C7" w14:textId="3F9BC2C5" w:rsidR="00326C83" w:rsidRPr="007669EA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 w:themeColor="text1"/>
                <w:highlight w:val="yellow"/>
                <w:lang w:val="en-US" w:eastAsia="zh-CN"/>
              </w:rPr>
            </w:pPr>
            <w:r w:rsidRPr="00573822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573822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573822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573822">
              <w:rPr>
                <w:rFonts w:eastAsia="Times New Roman" w:cs="Times New Roman"/>
                <w:color w:val="000000" w:themeColor="text1"/>
                <w:lang w:val="en-US" w:eastAsia="zh-CN"/>
              </w:rPr>
              <w:t>.3 Deviations to the Purchaser’s Technical Specification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01061FA3" w14:textId="77777777" w:rsidR="00326C83" w:rsidRPr="00326C83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326C83" w:rsidRPr="0072179D" w14:paraId="23172904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234EBD14" w14:textId="57848365" w:rsidR="00326C83" w:rsidRPr="007669EA" w:rsidRDefault="00CE3C6D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FF0000"/>
                <w:highlight w:val="yellow"/>
                <w:lang w:val="en-US" w:eastAsia="zh-CN"/>
              </w:rPr>
            </w:pPr>
            <w:r w:rsidRPr="00170E2E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170E2E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170E2E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170E2E">
              <w:rPr>
                <w:rFonts w:eastAsia="Times New Roman" w:cs="Times New Roman"/>
                <w:color w:val="000000" w:themeColor="text1"/>
                <w:lang w:val="en-US" w:eastAsia="zh-CN"/>
              </w:rPr>
              <w:t>.</w:t>
            </w:r>
            <w:r w:rsidR="2E60A65D" w:rsidRPr="00170E2E">
              <w:rPr>
                <w:rFonts w:eastAsia="Times New Roman" w:cs="Times New Roman"/>
                <w:color w:val="000000" w:themeColor="text1"/>
                <w:lang w:val="en-US" w:eastAsia="zh-CN"/>
              </w:rPr>
              <w:t>4</w:t>
            </w:r>
            <w:r w:rsidRPr="00170E2E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Manpower </w:t>
            </w:r>
            <w:r w:rsidR="00561C22" w:rsidRPr="00170E2E">
              <w:rPr>
                <w:rFonts w:eastAsia="Times New Roman" w:cs="Times New Roman"/>
                <w:color w:val="000000" w:themeColor="text1"/>
                <w:lang w:val="en-US" w:eastAsia="zh-CN"/>
              </w:rPr>
              <w:t>Estimate</w:t>
            </w:r>
            <w:r w:rsidRPr="00170E2E">
              <w:rPr>
                <w:rFonts w:eastAsia="Times New Roman" w:cs="Times New Roman"/>
                <w:color w:val="000000" w:themeColor="text1"/>
                <w:lang w:val="en-US" w:eastAsia="zh-CN"/>
              </w:rPr>
              <w:t>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1EB86569" w14:textId="77777777" w:rsidR="00326C83" w:rsidRPr="00326C83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326C83" w:rsidRPr="0072179D" w14:paraId="368D0A3E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30AC7A9" w14:textId="59F1B09C" w:rsidR="00326C83" w:rsidRPr="007669EA" w:rsidRDefault="00CE3C6D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 w:themeColor="text1"/>
                <w:highlight w:val="yellow"/>
                <w:lang w:val="en-US" w:eastAsia="zh-CN"/>
              </w:rPr>
            </w:pPr>
            <w:r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>.</w:t>
            </w:r>
            <w:r w:rsidR="1A43379D"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Supplier’s Quality Assurance Procedure</w:t>
            </w:r>
            <w:r w:rsidRPr="003B4960">
              <w:rPr>
                <w:rFonts w:eastAsia="Times New Roman" w:cs="Times New Roman"/>
                <w:color w:val="000000" w:themeColor="text1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0F9A892C" w14:textId="77777777" w:rsidR="00326C83" w:rsidRPr="00326C83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C50FF3" w:rsidRPr="0072179D" w14:paraId="63A71E5A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41221973" w14:textId="2F3B0914" w:rsidR="00C50FF3" w:rsidRPr="007669EA" w:rsidRDefault="00C50FF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 w:themeColor="text1"/>
                <w:highlight w:val="yellow"/>
                <w:lang w:val="en-US" w:eastAsia="zh-CN"/>
              </w:rPr>
            </w:pPr>
            <w:r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>.</w:t>
            </w:r>
            <w:r w:rsidR="6CE1152C"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>6</w:t>
            </w:r>
            <w:r w:rsidR="00AE0306" w:rsidRPr="003B4960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Sustainability Inspection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54372C30" w14:textId="77777777" w:rsidR="00C50FF3" w:rsidRPr="00326C83" w:rsidRDefault="00C50FF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326C83" w:rsidRPr="0072179D" w14:paraId="699EB142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15DE3003" w14:textId="2DED76F0" w:rsidR="00326C83" w:rsidRPr="00DF4562" w:rsidRDefault="00CE3C6D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 w:themeColor="text1"/>
                <w:lang w:val="en-US" w:eastAsia="zh-CN"/>
              </w:rPr>
            </w:pPr>
            <w:r w:rsidRPr="00DF4562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DF4562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DF4562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DF4562">
              <w:rPr>
                <w:rFonts w:eastAsia="Times New Roman" w:cs="Times New Roman"/>
                <w:color w:val="000000" w:themeColor="text1"/>
                <w:lang w:val="en-US" w:eastAsia="zh-CN"/>
              </w:rPr>
              <w:t>.</w:t>
            </w:r>
            <w:r w:rsidR="7523354C" w:rsidRPr="00DF4562">
              <w:rPr>
                <w:rFonts w:eastAsia="Times New Roman" w:cs="Times New Roman"/>
                <w:color w:val="000000" w:themeColor="text1"/>
                <w:lang w:val="en-US" w:eastAsia="zh-CN"/>
              </w:rPr>
              <w:t>7</w:t>
            </w:r>
            <w:r w:rsidRPr="00DF4562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Health, Safety and Environment Plan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07E4A51B" w14:textId="77777777" w:rsidR="00326C83" w:rsidRPr="00326C83" w:rsidRDefault="00326C83" w:rsidP="0072179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1244DF" w:rsidRPr="0072179D" w14:paraId="426DFDA1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36F5BDD7" w14:textId="5516A364" w:rsidR="001244DF" w:rsidRPr="007669EA" w:rsidRDefault="001244DF" w:rsidP="001244DF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 w:themeColor="text1"/>
                <w:highlight w:val="yellow"/>
                <w:lang w:val="en-US" w:eastAsia="zh-CN"/>
              </w:rPr>
            </w:pPr>
            <w:r w:rsidRPr="00D55B25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D55B25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D55B25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D55B25">
              <w:rPr>
                <w:rFonts w:eastAsia="Times New Roman" w:cs="Times New Roman"/>
                <w:color w:val="000000" w:themeColor="text1"/>
                <w:lang w:val="en-US" w:eastAsia="zh-CN"/>
              </w:rPr>
              <w:t>.</w:t>
            </w:r>
            <w:r w:rsidR="20F63F23" w:rsidRPr="00D55B25">
              <w:rPr>
                <w:rFonts w:eastAsia="Times New Roman" w:cs="Times New Roman"/>
                <w:color w:val="000000" w:themeColor="text1"/>
                <w:lang w:val="en-US" w:eastAsia="zh-CN"/>
              </w:rPr>
              <w:t>8</w:t>
            </w:r>
            <w:r w:rsidRPr="00D55B25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Price Breakdown and Option Prices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0C80C0B8" w14:textId="77777777" w:rsidR="001244DF" w:rsidRPr="00326C83" w:rsidRDefault="001244DF" w:rsidP="001244DF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1244DF" w:rsidRPr="0072179D" w14:paraId="7EDA81AB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5A17A6CD" w14:textId="4463A325" w:rsidR="001244DF" w:rsidRPr="000A180A" w:rsidRDefault="001244DF" w:rsidP="001244DF">
            <w:pPr>
              <w:spacing w:after="0" w:line="240" w:lineRule="auto"/>
              <w:textAlignment w:val="baseline"/>
              <w:rPr>
                <w:rFonts w:eastAsia="Times New Roman" w:cs="Times New Roman"/>
                <w:color w:val="FF0000"/>
                <w:lang w:val="en-US" w:eastAsia="zh-CN"/>
              </w:rPr>
            </w:pPr>
            <w:r w:rsidRPr="000A180A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Appendix </w:t>
            </w:r>
            <w:r w:rsidR="007839C6" w:rsidRPr="000A180A">
              <w:rPr>
                <w:rFonts w:eastAsia="Times New Roman" w:cs="Times New Roman"/>
                <w:color w:val="000000" w:themeColor="text1"/>
                <w:lang w:val="en-US" w:eastAsia="zh-CN"/>
              </w:rPr>
              <w:t>1</w:t>
            </w:r>
            <w:r w:rsidR="004C1458" w:rsidRPr="000A180A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0A180A">
              <w:rPr>
                <w:rFonts w:eastAsia="Times New Roman" w:cs="Times New Roman"/>
                <w:color w:val="000000" w:themeColor="text1"/>
                <w:lang w:val="en-US" w:eastAsia="zh-CN"/>
              </w:rPr>
              <w:t>.</w:t>
            </w:r>
            <w:r w:rsidR="77FAC03B" w:rsidRPr="000A180A">
              <w:rPr>
                <w:rFonts w:eastAsia="Times New Roman" w:cs="Times New Roman"/>
                <w:color w:val="000000" w:themeColor="text1"/>
                <w:lang w:val="en-US" w:eastAsia="zh-CN"/>
              </w:rPr>
              <w:t>9</w:t>
            </w:r>
            <w:r w:rsidRPr="000A180A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Spare Part Prices</w:t>
            </w:r>
            <w:r w:rsidRPr="000A180A">
              <w:rPr>
                <w:rFonts w:eastAsia="Times New Roman" w:cs="Times New Roman"/>
                <w:color w:val="000000" w:themeColor="text1"/>
                <w:lang w:val="fi-FI" w:eastAsia="zh-CN"/>
              </w:rPr>
              <w:t> 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5866E7E1" w14:textId="77777777" w:rsidR="001244DF" w:rsidRPr="00326C83" w:rsidRDefault="001244DF" w:rsidP="001244DF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  <w:tr w:rsidR="00113F9C" w:rsidRPr="0072179D" w14:paraId="451971FC" w14:textId="77777777" w:rsidTr="74B35DA7">
        <w:trPr>
          <w:trHeight w:val="300"/>
        </w:trPr>
        <w:tc>
          <w:tcPr>
            <w:tcW w:w="6911" w:type="dxa"/>
            <w:gridSpan w:val="2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38F24B97" w14:textId="18CA4064" w:rsidR="00113F9C" w:rsidRPr="007669EA" w:rsidRDefault="00113F9C" w:rsidP="001244DF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 w:themeColor="text1"/>
                <w:highlight w:val="yellow"/>
                <w:lang w:val="en-US" w:eastAsia="zh-CN"/>
              </w:rPr>
            </w:pPr>
            <w:r w:rsidRPr="00033FB9">
              <w:rPr>
                <w:rFonts w:eastAsia="Times New Roman" w:cs="Times New Roman"/>
                <w:color w:val="000000" w:themeColor="text1"/>
                <w:lang w:val="en-US" w:eastAsia="zh-CN"/>
              </w:rPr>
              <w:t>Appendix 1</w:t>
            </w:r>
            <w:r w:rsidR="004C1458" w:rsidRPr="00033FB9">
              <w:rPr>
                <w:rFonts w:eastAsia="Times New Roman" w:cs="Times New Roman"/>
                <w:color w:val="000000" w:themeColor="text1"/>
                <w:lang w:val="en-US" w:eastAsia="zh-CN"/>
              </w:rPr>
              <w:t>5</w:t>
            </w:r>
            <w:r w:rsidRPr="00033FB9">
              <w:rPr>
                <w:rFonts w:eastAsia="Times New Roman" w:cs="Times New Roman"/>
                <w:color w:val="000000" w:themeColor="text1"/>
                <w:lang w:val="en-US" w:eastAsia="zh-CN"/>
              </w:rPr>
              <w:t>.1</w:t>
            </w:r>
            <w:r w:rsidR="191A4494" w:rsidRPr="00033FB9">
              <w:rPr>
                <w:rFonts w:eastAsia="Times New Roman" w:cs="Times New Roman"/>
                <w:color w:val="000000" w:themeColor="text1"/>
                <w:lang w:val="en-US" w:eastAsia="zh-CN"/>
              </w:rPr>
              <w:t>0</w:t>
            </w:r>
            <w:r w:rsidRPr="00033FB9">
              <w:rPr>
                <w:rFonts w:eastAsia="Times New Roman" w:cs="Times New Roman"/>
                <w:color w:val="000000" w:themeColor="text1"/>
                <w:lang w:val="en-US" w:eastAsia="zh-CN"/>
              </w:rPr>
              <w:t xml:space="preserve"> Document Delivery Schedule</w:t>
            </w:r>
          </w:p>
        </w:tc>
        <w:tc>
          <w:tcPr>
            <w:tcW w:w="1025" w:type="dxa"/>
            <w:tcBorders>
              <w:top w:val="single" w:sz="6" w:space="0" w:color="7F7F7F" w:themeColor="text1" w:themeTint="80"/>
              <w:left w:val="nil"/>
              <w:bottom w:val="single" w:sz="6" w:space="0" w:color="7F7F7F" w:themeColor="text1" w:themeTint="80"/>
              <w:right w:val="nil"/>
            </w:tcBorders>
            <w:shd w:val="clear" w:color="auto" w:fill="auto"/>
            <w:vAlign w:val="bottom"/>
          </w:tcPr>
          <w:p w14:paraId="424AA7F0" w14:textId="77777777" w:rsidR="00113F9C" w:rsidRPr="00326C83" w:rsidRDefault="00113F9C" w:rsidP="001244DF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lang w:val="en-US" w:eastAsia="zh-CN"/>
              </w:rPr>
            </w:pPr>
          </w:p>
        </w:tc>
      </w:tr>
    </w:tbl>
    <w:p w14:paraId="6F293AD0" w14:textId="77777777" w:rsidR="0021316F" w:rsidRPr="001244DF" w:rsidRDefault="0021316F" w:rsidP="0021316F">
      <w:pPr>
        <w:rPr>
          <w:lang w:val="fr-FR" w:eastAsia="sv-SE"/>
        </w:rPr>
      </w:pPr>
    </w:p>
    <w:sectPr w:rsidR="0021316F" w:rsidRPr="001244DF" w:rsidSect="005361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98" w:right="1985" w:bottom="1134" w:left="1985" w:header="539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228D9" w14:textId="77777777" w:rsidR="001F2536" w:rsidRDefault="001F2536" w:rsidP="00D974A9">
      <w:pPr>
        <w:spacing w:after="0" w:line="240" w:lineRule="auto"/>
      </w:pPr>
      <w:r>
        <w:separator/>
      </w:r>
    </w:p>
  </w:endnote>
  <w:endnote w:type="continuationSeparator" w:id="0">
    <w:p w14:paraId="4423A26C" w14:textId="77777777" w:rsidR="001F2536" w:rsidRDefault="001F2536" w:rsidP="00D974A9">
      <w:pPr>
        <w:spacing w:after="0" w:line="240" w:lineRule="auto"/>
      </w:pPr>
      <w:r>
        <w:continuationSeparator/>
      </w:r>
    </w:p>
  </w:endnote>
  <w:endnote w:type="continuationNotice" w:id="1">
    <w:p w14:paraId="70CB1E78" w14:textId="77777777" w:rsidR="001F2536" w:rsidRDefault="001F25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27061" w14:textId="77777777" w:rsidR="00C50FF3" w:rsidRDefault="00C50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D2C19" w14:textId="77777777" w:rsidR="00C50FF3" w:rsidRDefault="00C50F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DEE90" w14:textId="77777777" w:rsidR="00536118" w:rsidRDefault="00536118" w:rsidP="00536118">
    <w:pPr>
      <w:pStyle w:val="Footer"/>
      <w:spacing w:before="500"/>
      <w:rPr>
        <w:lang w:val="fr-FR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2"/>
      <w:gridCol w:w="2642"/>
      <w:gridCol w:w="2642"/>
    </w:tblGrid>
    <w:tr w:rsidR="00536118" w14:paraId="35A88888" w14:textId="77777777" w:rsidTr="00536118">
      <w:tc>
        <w:tcPr>
          <w:tcW w:w="2642" w:type="dxa"/>
        </w:tcPr>
        <w:p w14:paraId="2C9308E9" w14:textId="20AD2CF4" w:rsidR="00536118" w:rsidRPr="008508E6" w:rsidRDefault="00536118" w:rsidP="00536118">
          <w:pPr>
            <w:pStyle w:val="FooterAddress"/>
            <w:rPr>
              <w:rFonts w:asciiTheme="majorHAnsi" w:eastAsiaTheme="minorHAnsi" w:hAnsiTheme="majorHAnsi" w:cstheme="minorBidi"/>
              <w:lang w:val="en-GB" w:eastAsia="en-US"/>
            </w:rPr>
          </w:pPr>
        </w:p>
      </w:tc>
      <w:tc>
        <w:tcPr>
          <w:tcW w:w="2642" w:type="dxa"/>
        </w:tcPr>
        <w:p w14:paraId="72ED1998" w14:textId="2D844FA7" w:rsidR="00536118" w:rsidRPr="00536118" w:rsidRDefault="00536118" w:rsidP="008508E6">
          <w:pPr>
            <w:pStyle w:val="FooterAddress"/>
            <w:rPr>
              <w:lang w:val="en-GB"/>
            </w:rPr>
          </w:pPr>
        </w:p>
      </w:tc>
      <w:tc>
        <w:tcPr>
          <w:tcW w:w="2642" w:type="dxa"/>
        </w:tcPr>
        <w:p w14:paraId="0CFBDF0C" w14:textId="510C4F30" w:rsidR="00536118" w:rsidRDefault="00536118" w:rsidP="001A12D2">
          <w:pPr>
            <w:pStyle w:val="Footer"/>
            <w:rPr>
              <w:lang w:val="fr-FR"/>
            </w:rPr>
          </w:pPr>
        </w:p>
      </w:tc>
    </w:tr>
  </w:tbl>
  <w:p w14:paraId="1D8A9396" w14:textId="77777777" w:rsidR="003435D8" w:rsidRPr="001A12D2" w:rsidRDefault="003435D8" w:rsidP="001A12D2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05E88" w14:textId="77777777" w:rsidR="001F2536" w:rsidRDefault="001F2536" w:rsidP="00D974A9">
      <w:pPr>
        <w:spacing w:after="0" w:line="240" w:lineRule="auto"/>
      </w:pPr>
      <w:r>
        <w:separator/>
      </w:r>
    </w:p>
  </w:footnote>
  <w:footnote w:type="continuationSeparator" w:id="0">
    <w:p w14:paraId="0DC07537" w14:textId="77777777" w:rsidR="001F2536" w:rsidRDefault="001F2536" w:rsidP="00D974A9">
      <w:pPr>
        <w:spacing w:after="0" w:line="240" w:lineRule="auto"/>
      </w:pPr>
      <w:r>
        <w:continuationSeparator/>
      </w:r>
    </w:p>
  </w:footnote>
  <w:footnote w:type="continuationNotice" w:id="1">
    <w:p w14:paraId="3D416A0D" w14:textId="77777777" w:rsidR="001F2536" w:rsidRDefault="001F25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C8C43" w14:textId="77777777" w:rsidR="00C50FF3" w:rsidRDefault="00C50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FTablestyle"/>
      <w:tblW w:w="10148" w:type="dxa"/>
      <w:tblInd w:w="-12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4"/>
      <w:gridCol w:w="5074"/>
    </w:tblGrid>
    <w:tr w:rsidR="005F5001" w14:paraId="6BB5E119" w14:textId="77777777" w:rsidTr="00D70624">
      <w:trPr>
        <w:trHeight w:hRule="exact" w:val="113"/>
      </w:trPr>
      <w:tc>
        <w:tcPr>
          <w:tcW w:w="5074" w:type="dxa"/>
          <w:vMerge w:val="restart"/>
        </w:tcPr>
        <w:p w14:paraId="208B1B8E" w14:textId="45466152" w:rsidR="005F5001" w:rsidRDefault="005F5001" w:rsidP="005F5001">
          <w:pPr>
            <w:pStyle w:val="Header"/>
          </w:pPr>
        </w:p>
      </w:tc>
      <w:tc>
        <w:tcPr>
          <w:tcW w:w="5074" w:type="dxa"/>
        </w:tcPr>
        <w:p w14:paraId="13ACEABC" w14:textId="77777777" w:rsidR="005F5001" w:rsidRPr="002377A2" w:rsidRDefault="005F5001" w:rsidP="005F5001">
          <w:pPr>
            <w:pStyle w:val="NoSpacing"/>
            <w:rPr>
              <w:sz w:val="8"/>
              <w:szCs w:val="8"/>
            </w:rPr>
          </w:pPr>
        </w:p>
      </w:tc>
    </w:tr>
    <w:tr w:rsidR="005F5001" w14:paraId="49A36283" w14:textId="77777777" w:rsidTr="00D70624">
      <w:trPr>
        <w:trHeight w:val="680"/>
      </w:trPr>
      <w:tc>
        <w:tcPr>
          <w:tcW w:w="5074" w:type="dxa"/>
          <w:vMerge/>
        </w:tcPr>
        <w:p w14:paraId="3B895BC4" w14:textId="77777777" w:rsidR="005F5001" w:rsidRDefault="005F5001" w:rsidP="005F5001">
          <w:pPr>
            <w:pStyle w:val="Header"/>
            <w:rPr>
              <w:noProof/>
            </w:rPr>
          </w:pPr>
        </w:p>
      </w:tc>
      <w:tc>
        <w:tcPr>
          <w:tcW w:w="5074" w:type="dxa"/>
        </w:tcPr>
        <w:p w14:paraId="1F924665" w14:textId="25416A32" w:rsidR="005F5001" w:rsidRPr="00060A9D" w:rsidRDefault="005F5001" w:rsidP="00060A9D">
          <w:pPr>
            <w:pStyle w:val="Label"/>
            <w:spacing w:before="0"/>
            <w:jc w:val="right"/>
          </w:pPr>
          <w:r>
            <w:fldChar w:fldCharType="begin"/>
          </w:r>
          <w:r w:rsidRPr="007D7AFE">
            <w:rPr>
              <w:lang w:val="fr-FR"/>
            </w:rPr>
            <w:instrText xml:space="preserve"> FILENAME   \* MERGEFORMAT </w:instrText>
          </w:r>
          <w:r w:rsidR="007A1D07">
            <w:fldChar w:fldCharType="separate"/>
          </w:r>
          <w:r>
            <w:fldChar w:fldCharType="end"/>
          </w:r>
          <w:r>
            <w:t xml:space="preserve">Page </w:t>
          </w:r>
          <w:r w:rsidRPr="003435D8">
            <w:fldChar w:fldCharType="begin"/>
          </w:r>
          <w:r w:rsidRPr="003435D8">
            <w:instrText>PAGE  \* Arabic  \* MERGEFORMAT</w:instrText>
          </w:r>
          <w:r w:rsidRPr="003435D8">
            <w:fldChar w:fldCharType="separate"/>
          </w:r>
          <w:r>
            <w:t>1</w:t>
          </w:r>
          <w:r w:rsidRPr="003435D8">
            <w:fldChar w:fldCharType="end"/>
          </w:r>
          <w:r>
            <w:t>/</w:t>
          </w:r>
          <w:fldSimple w:instr="NUMPAGES  \* Arabic  \* MERGEFORMAT">
            <w:r>
              <w:t>1</w:t>
            </w:r>
          </w:fldSimple>
        </w:p>
      </w:tc>
    </w:tr>
  </w:tbl>
  <w:p w14:paraId="1C0722EB" w14:textId="77777777" w:rsidR="002B560F" w:rsidRPr="00EB71A4" w:rsidRDefault="002B560F" w:rsidP="00EB71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FTablestyle"/>
      <w:tblW w:w="10148" w:type="dxa"/>
      <w:tblInd w:w="-12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74"/>
      <w:gridCol w:w="5074"/>
    </w:tblGrid>
    <w:tr w:rsidR="005E1700" w14:paraId="6F23A236" w14:textId="77777777" w:rsidTr="00D70624">
      <w:trPr>
        <w:trHeight w:hRule="exact" w:val="113"/>
      </w:trPr>
      <w:tc>
        <w:tcPr>
          <w:tcW w:w="5074" w:type="dxa"/>
          <w:vMerge w:val="restart"/>
        </w:tcPr>
        <w:p w14:paraId="7EAA9BC9" w14:textId="63419A2B" w:rsidR="005E1700" w:rsidRDefault="005E1700" w:rsidP="005E1700">
          <w:pPr>
            <w:pStyle w:val="Header"/>
          </w:pPr>
        </w:p>
      </w:tc>
      <w:tc>
        <w:tcPr>
          <w:tcW w:w="5074" w:type="dxa"/>
        </w:tcPr>
        <w:p w14:paraId="72277796" w14:textId="77777777" w:rsidR="005E1700" w:rsidRPr="002377A2" w:rsidRDefault="005E1700" w:rsidP="005E1700">
          <w:pPr>
            <w:pStyle w:val="NoSpacing"/>
            <w:rPr>
              <w:sz w:val="8"/>
              <w:szCs w:val="8"/>
            </w:rPr>
          </w:pPr>
        </w:p>
      </w:tc>
    </w:tr>
    <w:tr w:rsidR="005E1700" w14:paraId="300E412D" w14:textId="77777777" w:rsidTr="00D70624">
      <w:trPr>
        <w:trHeight w:val="680"/>
      </w:trPr>
      <w:tc>
        <w:tcPr>
          <w:tcW w:w="5074" w:type="dxa"/>
          <w:vMerge/>
        </w:tcPr>
        <w:p w14:paraId="4512E109" w14:textId="77777777" w:rsidR="005E1700" w:rsidRDefault="005E1700" w:rsidP="005E1700">
          <w:pPr>
            <w:pStyle w:val="Header"/>
            <w:rPr>
              <w:noProof/>
            </w:rPr>
          </w:pPr>
        </w:p>
      </w:tc>
      <w:tc>
        <w:tcPr>
          <w:tcW w:w="5074" w:type="dxa"/>
        </w:tcPr>
        <w:p w14:paraId="004FF402" w14:textId="34FE4346" w:rsidR="005E1700" w:rsidRDefault="005E1700" w:rsidP="005E1700">
          <w:pPr>
            <w:pStyle w:val="Label"/>
            <w:spacing w:before="0"/>
            <w:jc w:val="right"/>
          </w:pPr>
          <w:r>
            <w:fldChar w:fldCharType="begin"/>
          </w:r>
          <w:r w:rsidRPr="007D7AFE">
            <w:rPr>
              <w:lang w:val="fr-FR"/>
            </w:rPr>
            <w:instrText xml:space="preserve"> FILENAME   \* MERGEFORMAT </w:instrText>
          </w:r>
          <w:r w:rsidR="007A1D07">
            <w:fldChar w:fldCharType="separate"/>
          </w:r>
          <w:r>
            <w:rPr>
              <w:noProof/>
            </w:rPr>
            <w:fldChar w:fldCharType="end"/>
          </w:r>
        </w:p>
        <w:p w14:paraId="1650AD1F" w14:textId="77777777" w:rsidR="005E1700" w:rsidRPr="002377A2" w:rsidRDefault="005E1700" w:rsidP="005E1700">
          <w:pPr>
            <w:pStyle w:val="Label"/>
            <w:spacing w:before="0"/>
            <w:jc w:val="right"/>
            <w:rPr>
              <w:sz w:val="8"/>
              <w:szCs w:val="8"/>
            </w:rPr>
          </w:pPr>
          <w:r>
            <w:t xml:space="preserve">Page </w:t>
          </w:r>
          <w:r w:rsidRPr="003435D8">
            <w:fldChar w:fldCharType="begin"/>
          </w:r>
          <w:r w:rsidRPr="003435D8">
            <w:instrText>PAGE  \* Arabic  \* MERGEFORMAT</w:instrText>
          </w:r>
          <w:r w:rsidRPr="003435D8">
            <w:fldChar w:fldCharType="separate"/>
          </w:r>
          <w:r>
            <w:t>1</w:t>
          </w:r>
          <w:r w:rsidRPr="003435D8">
            <w:fldChar w:fldCharType="end"/>
          </w:r>
          <w:r>
            <w:t>/</w:t>
          </w:r>
          <w:fldSimple w:instr="NUMPAGES  \* Arabic  \* MERGEFORMAT">
            <w:r>
              <w:t>1</w:t>
            </w:r>
          </w:fldSimple>
        </w:p>
      </w:tc>
    </w:tr>
  </w:tbl>
  <w:p w14:paraId="2DE7250F" w14:textId="77777777" w:rsidR="005E1700" w:rsidRDefault="005E17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B415BFC"/>
    <w:multiLevelType w:val="hybridMultilevel"/>
    <w:tmpl w:val="52841C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225FE"/>
    <w:multiLevelType w:val="multilevel"/>
    <w:tmpl w:val="B2EE0B36"/>
    <w:lvl w:ilvl="0">
      <w:start w:val="1"/>
      <w:numFmt w:val="decimal"/>
      <w:pStyle w:val="Heading1"/>
      <w:lvlText w:val="%1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C38BC"/>
    <w:multiLevelType w:val="hybridMultilevel"/>
    <w:tmpl w:val="99084A4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F37DD"/>
    <w:multiLevelType w:val="multilevel"/>
    <w:tmpl w:val="44AE581E"/>
    <w:lvl w:ilvl="0">
      <w:start w:val="1"/>
      <w:numFmt w:val="decimal"/>
      <w:pStyle w:val="ListNumber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ListNumber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3" w15:restartNumberingAfterBreak="0">
    <w:nsid w:val="5326234D"/>
    <w:multiLevelType w:val="hybridMultilevel"/>
    <w:tmpl w:val="E9BA453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54977"/>
    <w:multiLevelType w:val="hybridMultilevel"/>
    <w:tmpl w:val="3BB01F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820E7"/>
    <w:multiLevelType w:val="multilevel"/>
    <w:tmpl w:val="CF2C460A"/>
    <w:lvl w:ilvl="0">
      <w:start w:val="1"/>
      <w:numFmt w:val="bullet"/>
      <w:pStyle w:val="List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6" w15:restartNumberingAfterBreak="0">
    <w:nsid w:val="71064D31"/>
    <w:multiLevelType w:val="hybridMultilevel"/>
    <w:tmpl w:val="28BAE6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435108">
    <w:abstractNumId w:val="5"/>
  </w:num>
  <w:num w:numId="2" w16cid:durableId="643585273">
    <w:abstractNumId w:val="3"/>
  </w:num>
  <w:num w:numId="3" w16cid:durableId="1782332353">
    <w:abstractNumId w:val="2"/>
  </w:num>
  <w:num w:numId="4" w16cid:durableId="916400211">
    <w:abstractNumId w:val="4"/>
  </w:num>
  <w:num w:numId="5" w16cid:durableId="316762320">
    <w:abstractNumId w:val="1"/>
  </w:num>
  <w:num w:numId="6" w16cid:durableId="710492988">
    <w:abstractNumId w:val="0"/>
  </w:num>
  <w:num w:numId="7" w16cid:durableId="1025986833">
    <w:abstractNumId w:val="15"/>
  </w:num>
  <w:num w:numId="8" w16cid:durableId="6171044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2906157">
    <w:abstractNumId w:val="12"/>
  </w:num>
  <w:num w:numId="10" w16cid:durableId="375274996">
    <w:abstractNumId w:val="7"/>
  </w:num>
  <w:num w:numId="11" w16cid:durableId="806748987">
    <w:abstractNumId w:val="10"/>
  </w:num>
  <w:num w:numId="12" w16cid:durableId="308827596">
    <w:abstractNumId w:val="7"/>
  </w:num>
  <w:num w:numId="13" w16cid:durableId="801117346">
    <w:abstractNumId w:val="15"/>
  </w:num>
  <w:num w:numId="14" w16cid:durableId="1773283603">
    <w:abstractNumId w:val="12"/>
  </w:num>
  <w:num w:numId="15" w16cid:durableId="1266310204">
    <w:abstractNumId w:val="11"/>
  </w:num>
  <w:num w:numId="16" w16cid:durableId="742484587">
    <w:abstractNumId w:val="8"/>
  </w:num>
  <w:num w:numId="17" w16cid:durableId="1811165140">
    <w:abstractNumId w:val="6"/>
  </w:num>
  <w:num w:numId="18" w16cid:durableId="47413895">
    <w:abstractNumId w:val="13"/>
  </w:num>
  <w:num w:numId="19" w16cid:durableId="252590369">
    <w:abstractNumId w:val="14"/>
  </w:num>
  <w:num w:numId="20" w16cid:durableId="116608748">
    <w:abstractNumId w:val="16"/>
  </w:num>
  <w:num w:numId="21" w16cid:durableId="4335222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16F"/>
    <w:rsid w:val="00000848"/>
    <w:rsid w:val="00000CB0"/>
    <w:rsid w:val="000036A8"/>
    <w:rsid w:val="00020645"/>
    <w:rsid w:val="00033FB9"/>
    <w:rsid w:val="000378E7"/>
    <w:rsid w:val="00046D76"/>
    <w:rsid w:val="000474F5"/>
    <w:rsid w:val="00050562"/>
    <w:rsid w:val="00051608"/>
    <w:rsid w:val="00051CA3"/>
    <w:rsid w:val="000566C8"/>
    <w:rsid w:val="00060A9D"/>
    <w:rsid w:val="00064439"/>
    <w:rsid w:val="00070504"/>
    <w:rsid w:val="00070814"/>
    <w:rsid w:val="00070B73"/>
    <w:rsid w:val="00072677"/>
    <w:rsid w:val="00082475"/>
    <w:rsid w:val="00093659"/>
    <w:rsid w:val="00096774"/>
    <w:rsid w:val="00096CC9"/>
    <w:rsid w:val="000A180A"/>
    <w:rsid w:val="000A300E"/>
    <w:rsid w:val="000A43FB"/>
    <w:rsid w:val="000A6803"/>
    <w:rsid w:val="000B1313"/>
    <w:rsid w:val="000B42AF"/>
    <w:rsid w:val="000C08FC"/>
    <w:rsid w:val="000C25D9"/>
    <w:rsid w:val="000C5AC4"/>
    <w:rsid w:val="000D29D8"/>
    <w:rsid w:val="000D7FFA"/>
    <w:rsid w:val="000E0A0D"/>
    <w:rsid w:val="000E3DBD"/>
    <w:rsid w:val="001107EC"/>
    <w:rsid w:val="001118E9"/>
    <w:rsid w:val="00113F9C"/>
    <w:rsid w:val="00122529"/>
    <w:rsid w:val="001244A9"/>
    <w:rsid w:val="001244DF"/>
    <w:rsid w:val="0012603C"/>
    <w:rsid w:val="0012797C"/>
    <w:rsid w:val="0013156D"/>
    <w:rsid w:val="00134E19"/>
    <w:rsid w:val="0013530D"/>
    <w:rsid w:val="00137CD0"/>
    <w:rsid w:val="001422BD"/>
    <w:rsid w:val="00142575"/>
    <w:rsid w:val="00144513"/>
    <w:rsid w:val="00151575"/>
    <w:rsid w:val="001524AF"/>
    <w:rsid w:val="00162214"/>
    <w:rsid w:val="001639F2"/>
    <w:rsid w:val="001652FF"/>
    <w:rsid w:val="00165F2B"/>
    <w:rsid w:val="00170A44"/>
    <w:rsid w:val="00170E2E"/>
    <w:rsid w:val="0019174B"/>
    <w:rsid w:val="00194A5C"/>
    <w:rsid w:val="001A12D2"/>
    <w:rsid w:val="001A42A8"/>
    <w:rsid w:val="001C036B"/>
    <w:rsid w:val="001C1114"/>
    <w:rsid w:val="001C26CB"/>
    <w:rsid w:val="001C376C"/>
    <w:rsid w:val="001C5092"/>
    <w:rsid w:val="001C5F7A"/>
    <w:rsid w:val="001C7DA4"/>
    <w:rsid w:val="001D16A8"/>
    <w:rsid w:val="001E147E"/>
    <w:rsid w:val="001F0CCE"/>
    <w:rsid w:val="001F2536"/>
    <w:rsid w:val="001F367D"/>
    <w:rsid w:val="001F533F"/>
    <w:rsid w:val="002020DD"/>
    <w:rsid w:val="00202386"/>
    <w:rsid w:val="002031B5"/>
    <w:rsid w:val="00203CFA"/>
    <w:rsid w:val="002046C5"/>
    <w:rsid w:val="00206780"/>
    <w:rsid w:val="00206EA8"/>
    <w:rsid w:val="0021316F"/>
    <w:rsid w:val="002149C9"/>
    <w:rsid w:val="00220621"/>
    <w:rsid w:val="002210A8"/>
    <w:rsid w:val="00222B98"/>
    <w:rsid w:val="00235882"/>
    <w:rsid w:val="00240169"/>
    <w:rsid w:val="00241285"/>
    <w:rsid w:val="00243EC1"/>
    <w:rsid w:val="00244D2C"/>
    <w:rsid w:val="002508E7"/>
    <w:rsid w:val="002647BA"/>
    <w:rsid w:val="00267383"/>
    <w:rsid w:val="0027068B"/>
    <w:rsid w:val="00272B8E"/>
    <w:rsid w:val="00276AC0"/>
    <w:rsid w:val="00276E4E"/>
    <w:rsid w:val="00282CEA"/>
    <w:rsid w:val="00284B09"/>
    <w:rsid w:val="00292035"/>
    <w:rsid w:val="00292245"/>
    <w:rsid w:val="002B396F"/>
    <w:rsid w:val="002B560F"/>
    <w:rsid w:val="002C6507"/>
    <w:rsid w:val="002E1E15"/>
    <w:rsid w:val="002F050C"/>
    <w:rsid w:val="002F1A0E"/>
    <w:rsid w:val="002F7AAC"/>
    <w:rsid w:val="003019C9"/>
    <w:rsid w:val="0030449C"/>
    <w:rsid w:val="0031118B"/>
    <w:rsid w:val="00311A2B"/>
    <w:rsid w:val="00311B67"/>
    <w:rsid w:val="00313F43"/>
    <w:rsid w:val="00316230"/>
    <w:rsid w:val="00317DBD"/>
    <w:rsid w:val="00326C83"/>
    <w:rsid w:val="0033322F"/>
    <w:rsid w:val="00335DDF"/>
    <w:rsid w:val="003431E9"/>
    <w:rsid w:val="003435D8"/>
    <w:rsid w:val="00351850"/>
    <w:rsid w:val="00363432"/>
    <w:rsid w:val="00363B0E"/>
    <w:rsid w:val="00374A66"/>
    <w:rsid w:val="003752BE"/>
    <w:rsid w:val="00375957"/>
    <w:rsid w:val="003849DE"/>
    <w:rsid w:val="00391ACB"/>
    <w:rsid w:val="003A3368"/>
    <w:rsid w:val="003B00C4"/>
    <w:rsid w:val="003B4960"/>
    <w:rsid w:val="003C5B35"/>
    <w:rsid w:val="003C7F26"/>
    <w:rsid w:val="003D1F9F"/>
    <w:rsid w:val="003D3B0D"/>
    <w:rsid w:val="003D59ED"/>
    <w:rsid w:val="003D70C7"/>
    <w:rsid w:val="003F1CBB"/>
    <w:rsid w:val="003F1FFD"/>
    <w:rsid w:val="003F720D"/>
    <w:rsid w:val="003F7B7B"/>
    <w:rsid w:val="0040370E"/>
    <w:rsid w:val="00403B9C"/>
    <w:rsid w:val="00420B81"/>
    <w:rsid w:val="00423914"/>
    <w:rsid w:val="00432AC7"/>
    <w:rsid w:val="0044182F"/>
    <w:rsid w:val="0044780A"/>
    <w:rsid w:val="004563A0"/>
    <w:rsid w:val="00460779"/>
    <w:rsid w:val="0046154B"/>
    <w:rsid w:val="00461A79"/>
    <w:rsid w:val="004666AD"/>
    <w:rsid w:val="0047586F"/>
    <w:rsid w:val="00491AB0"/>
    <w:rsid w:val="004A1E7A"/>
    <w:rsid w:val="004A2885"/>
    <w:rsid w:val="004A3755"/>
    <w:rsid w:val="004A7D53"/>
    <w:rsid w:val="004B38EF"/>
    <w:rsid w:val="004C1458"/>
    <w:rsid w:val="004C5985"/>
    <w:rsid w:val="004C5A22"/>
    <w:rsid w:val="004C6231"/>
    <w:rsid w:val="004D1D1F"/>
    <w:rsid w:val="004D49D9"/>
    <w:rsid w:val="004E3A3A"/>
    <w:rsid w:val="004F167D"/>
    <w:rsid w:val="004F5A1F"/>
    <w:rsid w:val="00513A6F"/>
    <w:rsid w:val="005146E3"/>
    <w:rsid w:val="00515E68"/>
    <w:rsid w:val="00524986"/>
    <w:rsid w:val="00525748"/>
    <w:rsid w:val="00536118"/>
    <w:rsid w:val="00551A04"/>
    <w:rsid w:val="00555F9C"/>
    <w:rsid w:val="00561C22"/>
    <w:rsid w:val="0056383E"/>
    <w:rsid w:val="00565E51"/>
    <w:rsid w:val="00571170"/>
    <w:rsid w:val="00573822"/>
    <w:rsid w:val="00576EE0"/>
    <w:rsid w:val="00577FEA"/>
    <w:rsid w:val="0058669F"/>
    <w:rsid w:val="005908E7"/>
    <w:rsid w:val="005A047B"/>
    <w:rsid w:val="005B7BCD"/>
    <w:rsid w:val="005C0DF9"/>
    <w:rsid w:val="005D242E"/>
    <w:rsid w:val="005D5659"/>
    <w:rsid w:val="005D7803"/>
    <w:rsid w:val="005E1700"/>
    <w:rsid w:val="005E347F"/>
    <w:rsid w:val="005F4778"/>
    <w:rsid w:val="005F4E1D"/>
    <w:rsid w:val="005F5001"/>
    <w:rsid w:val="005F71A4"/>
    <w:rsid w:val="006038CD"/>
    <w:rsid w:val="006049A4"/>
    <w:rsid w:val="0060587C"/>
    <w:rsid w:val="00621BE0"/>
    <w:rsid w:val="006224A0"/>
    <w:rsid w:val="00622C4E"/>
    <w:rsid w:val="00631500"/>
    <w:rsid w:val="00631CFB"/>
    <w:rsid w:val="00632629"/>
    <w:rsid w:val="006416DA"/>
    <w:rsid w:val="00644204"/>
    <w:rsid w:val="0065017A"/>
    <w:rsid w:val="00653D6F"/>
    <w:rsid w:val="006545D9"/>
    <w:rsid w:val="0065699E"/>
    <w:rsid w:val="006626CC"/>
    <w:rsid w:val="00662A1C"/>
    <w:rsid w:val="006639FC"/>
    <w:rsid w:val="0067033F"/>
    <w:rsid w:val="00671617"/>
    <w:rsid w:val="00681CE3"/>
    <w:rsid w:val="00682B3D"/>
    <w:rsid w:val="006A3B87"/>
    <w:rsid w:val="006A5B0B"/>
    <w:rsid w:val="006A5DC9"/>
    <w:rsid w:val="006B130C"/>
    <w:rsid w:val="006B5215"/>
    <w:rsid w:val="006C1F20"/>
    <w:rsid w:val="006C3F17"/>
    <w:rsid w:val="006C6F7E"/>
    <w:rsid w:val="006D52C3"/>
    <w:rsid w:val="006E516D"/>
    <w:rsid w:val="006F6029"/>
    <w:rsid w:val="00710B65"/>
    <w:rsid w:val="00710FF4"/>
    <w:rsid w:val="007128E2"/>
    <w:rsid w:val="00713867"/>
    <w:rsid w:val="00716158"/>
    <w:rsid w:val="0072179D"/>
    <w:rsid w:val="007225AE"/>
    <w:rsid w:val="00722749"/>
    <w:rsid w:val="00722FBF"/>
    <w:rsid w:val="00737EF9"/>
    <w:rsid w:val="00741D5D"/>
    <w:rsid w:val="00744C27"/>
    <w:rsid w:val="00747666"/>
    <w:rsid w:val="00756FC5"/>
    <w:rsid w:val="0076011E"/>
    <w:rsid w:val="00760435"/>
    <w:rsid w:val="007643E9"/>
    <w:rsid w:val="007669EA"/>
    <w:rsid w:val="00766C61"/>
    <w:rsid w:val="00770E09"/>
    <w:rsid w:val="00771848"/>
    <w:rsid w:val="00781470"/>
    <w:rsid w:val="007839C6"/>
    <w:rsid w:val="00785931"/>
    <w:rsid w:val="00793C13"/>
    <w:rsid w:val="007977DF"/>
    <w:rsid w:val="007A1D07"/>
    <w:rsid w:val="007B36DD"/>
    <w:rsid w:val="007B3AB7"/>
    <w:rsid w:val="007B46C7"/>
    <w:rsid w:val="007C27E3"/>
    <w:rsid w:val="007C3C4F"/>
    <w:rsid w:val="007D3A15"/>
    <w:rsid w:val="007D68A2"/>
    <w:rsid w:val="007E568F"/>
    <w:rsid w:val="007F2B7A"/>
    <w:rsid w:val="007F4401"/>
    <w:rsid w:val="00801022"/>
    <w:rsid w:val="00802AA4"/>
    <w:rsid w:val="00826F45"/>
    <w:rsid w:val="00830DCC"/>
    <w:rsid w:val="008320AC"/>
    <w:rsid w:val="0085034A"/>
    <w:rsid w:val="008508E6"/>
    <w:rsid w:val="008575A5"/>
    <w:rsid w:val="0086059C"/>
    <w:rsid w:val="008666A7"/>
    <w:rsid w:val="00866CD2"/>
    <w:rsid w:val="008704E7"/>
    <w:rsid w:val="00884D18"/>
    <w:rsid w:val="00887B14"/>
    <w:rsid w:val="008942B3"/>
    <w:rsid w:val="00894986"/>
    <w:rsid w:val="008A0A5B"/>
    <w:rsid w:val="008A123E"/>
    <w:rsid w:val="008A3893"/>
    <w:rsid w:val="008B1806"/>
    <w:rsid w:val="008B234D"/>
    <w:rsid w:val="008C1C4A"/>
    <w:rsid w:val="008C68AC"/>
    <w:rsid w:val="008C71BF"/>
    <w:rsid w:val="008D0B4A"/>
    <w:rsid w:val="008D41F9"/>
    <w:rsid w:val="008D6B51"/>
    <w:rsid w:val="008E1C27"/>
    <w:rsid w:val="00901E1B"/>
    <w:rsid w:val="0090755B"/>
    <w:rsid w:val="00915821"/>
    <w:rsid w:val="0091642A"/>
    <w:rsid w:val="009176C0"/>
    <w:rsid w:val="00920B51"/>
    <w:rsid w:val="00921488"/>
    <w:rsid w:val="00925DA1"/>
    <w:rsid w:val="00937FE4"/>
    <w:rsid w:val="00941329"/>
    <w:rsid w:val="00946E0E"/>
    <w:rsid w:val="009526FE"/>
    <w:rsid w:val="00953162"/>
    <w:rsid w:val="00955B50"/>
    <w:rsid w:val="0096396A"/>
    <w:rsid w:val="00965C45"/>
    <w:rsid w:val="00967465"/>
    <w:rsid w:val="00976D45"/>
    <w:rsid w:val="00990611"/>
    <w:rsid w:val="009A44C8"/>
    <w:rsid w:val="009A5B8A"/>
    <w:rsid w:val="009B4BF3"/>
    <w:rsid w:val="009D7B67"/>
    <w:rsid w:val="009E3367"/>
    <w:rsid w:val="009F37A4"/>
    <w:rsid w:val="009F770F"/>
    <w:rsid w:val="00A101E0"/>
    <w:rsid w:val="00A10B49"/>
    <w:rsid w:val="00A16154"/>
    <w:rsid w:val="00A1637B"/>
    <w:rsid w:val="00A21C82"/>
    <w:rsid w:val="00A23099"/>
    <w:rsid w:val="00A230CD"/>
    <w:rsid w:val="00A26790"/>
    <w:rsid w:val="00A2689B"/>
    <w:rsid w:val="00A2722E"/>
    <w:rsid w:val="00A4775A"/>
    <w:rsid w:val="00A52541"/>
    <w:rsid w:val="00A614A5"/>
    <w:rsid w:val="00A720C7"/>
    <w:rsid w:val="00A8493F"/>
    <w:rsid w:val="00A91088"/>
    <w:rsid w:val="00A923C6"/>
    <w:rsid w:val="00AA065E"/>
    <w:rsid w:val="00AB3228"/>
    <w:rsid w:val="00AB3CC7"/>
    <w:rsid w:val="00AB5DBC"/>
    <w:rsid w:val="00AC045D"/>
    <w:rsid w:val="00AC254F"/>
    <w:rsid w:val="00AC277A"/>
    <w:rsid w:val="00AC770C"/>
    <w:rsid w:val="00AD28D2"/>
    <w:rsid w:val="00AE0306"/>
    <w:rsid w:val="00AE157D"/>
    <w:rsid w:val="00AE407C"/>
    <w:rsid w:val="00AE4F5D"/>
    <w:rsid w:val="00AF4262"/>
    <w:rsid w:val="00AF790B"/>
    <w:rsid w:val="00B00CDA"/>
    <w:rsid w:val="00B16AC6"/>
    <w:rsid w:val="00B16FC9"/>
    <w:rsid w:val="00B2130B"/>
    <w:rsid w:val="00B266D7"/>
    <w:rsid w:val="00B31093"/>
    <w:rsid w:val="00B328C8"/>
    <w:rsid w:val="00B431CA"/>
    <w:rsid w:val="00B451FA"/>
    <w:rsid w:val="00B509AF"/>
    <w:rsid w:val="00B5406E"/>
    <w:rsid w:val="00B8082A"/>
    <w:rsid w:val="00B83886"/>
    <w:rsid w:val="00BA7014"/>
    <w:rsid w:val="00BB35AE"/>
    <w:rsid w:val="00BB5075"/>
    <w:rsid w:val="00BC111D"/>
    <w:rsid w:val="00BD3D41"/>
    <w:rsid w:val="00BD6A1B"/>
    <w:rsid w:val="00BF0880"/>
    <w:rsid w:val="00C03ED3"/>
    <w:rsid w:val="00C15C22"/>
    <w:rsid w:val="00C16031"/>
    <w:rsid w:val="00C17065"/>
    <w:rsid w:val="00C201D8"/>
    <w:rsid w:val="00C205B1"/>
    <w:rsid w:val="00C21A1B"/>
    <w:rsid w:val="00C23243"/>
    <w:rsid w:val="00C252D9"/>
    <w:rsid w:val="00C31C6F"/>
    <w:rsid w:val="00C34E8E"/>
    <w:rsid w:val="00C37CC9"/>
    <w:rsid w:val="00C40D6A"/>
    <w:rsid w:val="00C479B2"/>
    <w:rsid w:val="00C50FF3"/>
    <w:rsid w:val="00C53F3E"/>
    <w:rsid w:val="00C54AC5"/>
    <w:rsid w:val="00C72B5B"/>
    <w:rsid w:val="00C82116"/>
    <w:rsid w:val="00C932A9"/>
    <w:rsid w:val="00C94272"/>
    <w:rsid w:val="00C97548"/>
    <w:rsid w:val="00C97592"/>
    <w:rsid w:val="00CA195E"/>
    <w:rsid w:val="00CA21E5"/>
    <w:rsid w:val="00CB0E4E"/>
    <w:rsid w:val="00CB21B8"/>
    <w:rsid w:val="00CB2261"/>
    <w:rsid w:val="00CC0479"/>
    <w:rsid w:val="00CC06DE"/>
    <w:rsid w:val="00CC1931"/>
    <w:rsid w:val="00CC3ABA"/>
    <w:rsid w:val="00CC7797"/>
    <w:rsid w:val="00CE1475"/>
    <w:rsid w:val="00CE3C6D"/>
    <w:rsid w:val="00CE3C75"/>
    <w:rsid w:val="00CE543D"/>
    <w:rsid w:val="00CF60D1"/>
    <w:rsid w:val="00D0329A"/>
    <w:rsid w:val="00D077FC"/>
    <w:rsid w:val="00D14822"/>
    <w:rsid w:val="00D17B68"/>
    <w:rsid w:val="00D20E3A"/>
    <w:rsid w:val="00D21AF2"/>
    <w:rsid w:val="00D2480D"/>
    <w:rsid w:val="00D4638B"/>
    <w:rsid w:val="00D51BAB"/>
    <w:rsid w:val="00D5468D"/>
    <w:rsid w:val="00D54D2D"/>
    <w:rsid w:val="00D55B25"/>
    <w:rsid w:val="00D70624"/>
    <w:rsid w:val="00D819C7"/>
    <w:rsid w:val="00D8486B"/>
    <w:rsid w:val="00D94B63"/>
    <w:rsid w:val="00D95EFD"/>
    <w:rsid w:val="00D974A9"/>
    <w:rsid w:val="00DA6A25"/>
    <w:rsid w:val="00DB431E"/>
    <w:rsid w:val="00DC1B23"/>
    <w:rsid w:val="00DC251D"/>
    <w:rsid w:val="00DC2E03"/>
    <w:rsid w:val="00DC4A0D"/>
    <w:rsid w:val="00DC6B6D"/>
    <w:rsid w:val="00DD0FD6"/>
    <w:rsid w:val="00DD65F9"/>
    <w:rsid w:val="00DE404B"/>
    <w:rsid w:val="00DE4F4A"/>
    <w:rsid w:val="00DE6C5D"/>
    <w:rsid w:val="00DF19B6"/>
    <w:rsid w:val="00DF4562"/>
    <w:rsid w:val="00E00E34"/>
    <w:rsid w:val="00E0657D"/>
    <w:rsid w:val="00E077D1"/>
    <w:rsid w:val="00E14F97"/>
    <w:rsid w:val="00E33B63"/>
    <w:rsid w:val="00E416F0"/>
    <w:rsid w:val="00E4768B"/>
    <w:rsid w:val="00E53C3B"/>
    <w:rsid w:val="00E62570"/>
    <w:rsid w:val="00E6417B"/>
    <w:rsid w:val="00E64DF1"/>
    <w:rsid w:val="00E67185"/>
    <w:rsid w:val="00E74A73"/>
    <w:rsid w:val="00E75F66"/>
    <w:rsid w:val="00E77F98"/>
    <w:rsid w:val="00E84360"/>
    <w:rsid w:val="00E86034"/>
    <w:rsid w:val="00E862F2"/>
    <w:rsid w:val="00E950DC"/>
    <w:rsid w:val="00E95B73"/>
    <w:rsid w:val="00E960C3"/>
    <w:rsid w:val="00EA3C52"/>
    <w:rsid w:val="00EA67C5"/>
    <w:rsid w:val="00EB71A4"/>
    <w:rsid w:val="00EC21A3"/>
    <w:rsid w:val="00EC75F7"/>
    <w:rsid w:val="00ED1A5B"/>
    <w:rsid w:val="00ED2CBE"/>
    <w:rsid w:val="00ED5694"/>
    <w:rsid w:val="00ED73CF"/>
    <w:rsid w:val="00EE238A"/>
    <w:rsid w:val="00EE7CB3"/>
    <w:rsid w:val="00F02602"/>
    <w:rsid w:val="00F04FF7"/>
    <w:rsid w:val="00F22DF0"/>
    <w:rsid w:val="00F2355B"/>
    <w:rsid w:val="00F23F87"/>
    <w:rsid w:val="00F31D22"/>
    <w:rsid w:val="00F31F51"/>
    <w:rsid w:val="00F32460"/>
    <w:rsid w:val="00F42DAA"/>
    <w:rsid w:val="00F45E79"/>
    <w:rsid w:val="00F47696"/>
    <w:rsid w:val="00F502CC"/>
    <w:rsid w:val="00F559B9"/>
    <w:rsid w:val="00F57955"/>
    <w:rsid w:val="00F63409"/>
    <w:rsid w:val="00F76853"/>
    <w:rsid w:val="00F84154"/>
    <w:rsid w:val="00F876BF"/>
    <w:rsid w:val="00FA01D8"/>
    <w:rsid w:val="00FA5665"/>
    <w:rsid w:val="00FB71CF"/>
    <w:rsid w:val="00FD6F6C"/>
    <w:rsid w:val="00FF16EA"/>
    <w:rsid w:val="00FF4577"/>
    <w:rsid w:val="00FF46CF"/>
    <w:rsid w:val="00FF5FAF"/>
    <w:rsid w:val="191A4494"/>
    <w:rsid w:val="1A43379D"/>
    <w:rsid w:val="20F63F23"/>
    <w:rsid w:val="2E60A65D"/>
    <w:rsid w:val="5CDDBBBF"/>
    <w:rsid w:val="5EC27486"/>
    <w:rsid w:val="6A9277DB"/>
    <w:rsid w:val="6CE1152C"/>
    <w:rsid w:val="737D8864"/>
    <w:rsid w:val="74B35DA7"/>
    <w:rsid w:val="7523354C"/>
    <w:rsid w:val="77FAC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07FB4C"/>
  <w15:docId w15:val="{3D1061A9-D7AE-4A2C-A7DB-B0A1BC0E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8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A25"/>
  </w:style>
  <w:style w:type="paragraph" w:styleId="Heading1">
    <w:name w:val="heading 1"/>
    <w:basedOn w:val="Normal"/>
    <w:next w:val="Normal"/>
    <w:link w:val="Heading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AE407C"/>
    <w:pPr>
      <w:keepNext/>
      <w:keepLines/>
      <w:numPr>
        <w:ilvl w:val="1"/>
        <w:numId w:val="12"/>
      </w:numPr>
      <w:spacing w:before="240" w:after="80" w:line="240" w:lineRule="auto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ListBullet">
    <w:name w:val="List Bullet"/>
    <w:basedOn w:val="Normal"/>
    <w:uiPriority w:val="7"/>
    <w:qFormat/>
    <w:rsid w:val="00D14822"/>
    <w:pPr>
      <w:numPr>
        <w:numId w:val="7"/>
      </w:numPr>
      <w:spacing w:after="80"/>
    </w:pPr>
  </w:style>
  <w:style w:type="paragraph" w:styleId="ListBullet2">
    <w:name w:val="List Bullet 2"/>
    <w:basedOn w:val="Normal"/>
    <w:uiPriority w:val="7"/>
    <w:rsid w:val="00D14822"/>
    <w:pPr>
      <w:numPr>
        <w:ilvl w:val="1"/>
        <w:numId w:val="7"/>
      </w:numPr>
      <w:spacing w:after="60"/>
    </w:pPr>
  </w:style>
  <w:style w:type="paragraph" w:styleId="ListBullet3">
    <w:name w:val="List Bullet 3"/>
    <w:basedOn w:val="Normal"/>
    <w:uiPriority w:val="7"/>
    <w:rsid w:val="00D14822"/>
    <w:pPr>
      <w:numPr>
        <w:ilvl w:val="2"/>
        <w:numId w:val="7"/>
      </w:numPr>
      <w:spacing w:after="40"/>
    </w:pPr>
  </w:style>
  <w:style w:type="paragraph" w:styleId="ListParagraph">
    <w:name w:val="List Paragraph"/>
    <w:basedOn w:val="Normal"/>
    <w:uiPriority w:val="34"/>
    <w:semiHidden/>
    <w:qFormat/>
    <w:rsid w:val="00C23243"/>
    <w:pPr>
      <w:ind w:left="720"/>
      <w:contextualSpacing/>
    </w:pPr>
  </w:style>
  <w:style w:type="paragraph" w:styleId="ListNumber">
    <w:name w:val="List Number"/>
    <w:basedOn w:val="Normal"/>
    <w:uiPriority w:val="7"/>
    <w:qFormat/>
    <w:rsid w:val="00AC770C"/>
    <w:pPr>
      <w:numPr>
        <w:numId w:val="14"/>
      </w:numPr>
      <w:spacing w:after="80"/>
    </w:pPr>
  </w:style>
  <w:style w:type="paragraph" w:styleId="ListNumber2">
    <w:name w:val="List Number 2"/>
    <w:basedOn w:val="Normal"/>
    <w:uiPriority w:val="7"/>
    <w:rsid w:val="00AC770C"/>
    <w:pPr>
      <w:numPr>
        <w:ilvl w:val="1"/>
        <w:numId w:val="14"/>
      </w:numPr>
      <w:spacing w:after="60"/>
    </w:pPr>
  </w:style>
  <w:style w:type="paragraph" w:styleId="ListNumber3">
    <w:name w:val="List Number 3"/>
    <w:basedOn w:val="Normal"/>
    <w:uiPriority w:val="7"/>
    <w:rsid w:val="00AC770C"/>
    <w:pPr>
      <w:numPr>
        <w:ilvl w:val="2"/>
        <w:numId w:val="14"/>
      </w:numPr>
      <w:spacing w:after="40"/>
    </w:pPr>
  </w:style>
  <w:style w:type="paragraph" w:styleId="Header">
    <w:name w:val="header"/>
    <w:basedOn w:val="NoSpacing"/>
    <w:link w:val="HeaderChar"/>
    <w:uiPriority w:val="11"/>
    <w:rsid w:val="005E1700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11"/>
    <w:rsid w:val="005E1700"/>
  </w:style>
  <w:style w:type="paragraph" w:styleId="Footer">
    <w:name w:val="footer"/>
    <w:basedOn w:val="Normal"/>
    <w:link w:val="Footer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3435D8"/>
    <w:rPr>
      <w:rFonts w:asciiTheme="majorHAnsi" w:hAnsiTheme="majorHAnsi"/>
      <w:sz w:val="13"/>
    </w:rPr>
  </w:style>
  <w:style w:type="character" w:customStyle="1" w:styleId="DateChar">
    <w:name w:val="Date Char"/>
    <w:basedOn w:val="DefaultParagraphFont"/>
    <w:link w:val="Date"/>
    <w:uiPriority w:val="99"/>
    <w:rsid w:val="00244D2C"/>
    <w:rPr>
      <w:rFonts w:asciiTheme="majorHAnsi" w:hAnsiTheme="majorHAnsi"/>
      <w:sz w:val="12"/>
    </w:rPr>
  </w:style>
  <w:style w:type="character" w:customStyle="1" w:styleId="Heading1Char">
    <w:name w:val="Heading 1 Char"/>
    <w:basedOn w:val="DefaultParagraphFont"/>
    <w:link w:val="Heading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al"/>
    <w:next w:val="Normal"/>
    <w:qFormat/>
    <w:rsid w:val="00FF46CF"/>
    <w:pPr>
      <w:spacing w:before="240" w:after="240" w:line="240" w:lineRule="auto"/>
    </w:pPr>
    <w:rPr>
      <w:rFonts w:asciiTheme="majorHAnsi" w:eastAsia="Arial" w:hAnsiTheme="majorHAnsi" w:cs="Arial"/>
      <w:sz w:val="28"/>
      <w:szCs w:val="13"/>
      <w:lang w:eastAsia="sv-SE"/>
    </w:rPr>
  </w:style>
  <w:style w:type="character" w:styleId="PageNumber">
    <w:name w:val="page number"/>
    <w:basedOn w:val="DefaultParagraphFont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Heading3Char">
    <w:name w:val="Heading 3 Char"/>
    <w:basedOn w:val="DefaultParagraphFont"/>
    <w:link w:val="Heading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Heading1"/>
    <w:next w:val="Normal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Heading2"/>
    <w:next w:val="Normal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Heading3"/>
    <w:next w:val="Normal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al"/>
    <w:uiPriority w:val="8"/>
    <w:rsid w:val="006D52C3"/>
    <w:pPr>
      <w:spacing w:after="0"/>
    </w:pPr>
    <w:rPr>
      <w:rFonts w:asciiTheme="majorHAnsi" w:hAnsiTheme="majorHAnsi"/>
      <w:sz w:val="32"/>
      <w:szCs w:val="40"/>
    </w:rPr>
  </w:style>
  <w:style w:type="paragraph" w:styleId="TOCHeading">
    <w:name w:val="TOC Heading"/>
    <w:basedOn w:val="Heading1"/>
    <w:next w:val="Normal"/>
    <w:uiPriority w:val="39"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TOC1">
    <w:name w:val="toc 1"/>
    <w:basedOn w:val="Normal"/>
    <w:next w:val="Normal"/>
    <w:uiPriority w:val="39"/>
    <w:rsid w:val="00CE3C75"/>
    <w:pPr>
      <w:tabs>
        <w:tab w:val="left" w:pos="397"/>
        <w:tab w:val="right" w:leader="dot" w:pos="7938"/>
      </w:tabs>
      <w:spacing w:before="200" w:after="60"/>
      <w:ind w:left="397" w:hanging="397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semiHidden/>
    <w:rsid w:val="00CE3C75"/>
    <w:pPr>
      <w:tabs>
        <w:tab w:val="left" w:pos="992"/>
        <w:tab w:val="right" w:leader="dot" w:pos="7938"/>
      </w:tabs>
      <w:spacing w:after="60"/>
      <w:ind w:left="1021" w:hanging="624"/>
    </w:pPr>
    <w:rPr>
      <w:rFonts w:asciiTheme="majorHAnsi" w:hAnsiTheme="majorHAnsi"/>
    </w:rPr>
  </w:style>
  <w:style w:type="paragraph" w:styleId="TOC3">
    <w:name w:val="toc 3"/>
    <w:basedOn w:val="Normal"/>
    <w:next w:val="Normal"/>
    <w:uiPriority w:val="39"/>
    <w:semiHidden/>
    <w:rsid w:val="00CE3C75"/>
    <w:pPr>
      <w:tabs>
        <w:tab w:val="left" w:pos="1843"/>
        <w:tab w:val="right" w:leader="dot" w:pos="7938"/>
      </w:tabs>
      <w:spacing w:after="60"/>
      <w:ind w:left="1843" w:hanging="851"/>
    </w:pPr>
    <w:rPr>
      <w:rFonts w:asciiTheme="majorHAnsi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al"/>
    <w:next w:val="Normal"/>
    <w:uiPriority w:val="8"/>
    <w:rsid w:val="00060A9D"/>
    <w:pPr>
      <w:spacing w:after="0" w:line="240" w:lineRule="auto"/>
    </w:pPr>
    <w:rPr>
      <w:rFonts w:asciiTheme="majorHAnsi" w:eastAsia="Arial" w:hAnsiTheme="majorHAnsi" w:cs="Mangal"/>
      <w:sz w:val="13"/>
      <w:lang w:eastAsia="sv-SE"/>
    </w:rPr>
  </w:style>
  <w:style w:type="character" w:customStyle="1" w:styleId="VERSALER">
    <w:name w:val="VERSALER"/>
    <w:basedOn w:val="DefaultParagraphFont"/>
    <w:uiPriority w:val="99"/>
    <w:semiHidden/>
    <w:rsid w:val="00920B51"/>
    <w:rPr>
      <w:caps/>
    </w:rPr>
  </w:style>
  <w:style w:type="paragraph" w:styleId="NoSpacing">
    <w:name w:val="No Spacing"/>
    <w:qFormat/>
    <w:rsid w:val="00244D2C"/>
    <w:pPr>
      <w:spacing w:after="0"/>
    </w:pPr>
  </w:style>
  <w:style w:type="paragraph" w:styleId="EnvelopeAddress">
    <w:name w:val="envelope address"/>
    <w:basedOn w:val="Normal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link">
    <w:name w:val="Hyperlink"/>
    <w:basedOn w:val="DefaultParagraphFont"/>
    <w:uiPriority w:val="99"/>
    <w:unhideWhenUsed/>
    <w:rsid w:val="008942B3"/>
    <w:rPr>
      <w:color w:val="7E7E7E" w:themeColor="hyperlink"/>
      <w:u w:val="single"/>
    </w:rPr>
  </w:style>
  <w:style w:type="paragraph" w:customStyle="1" w:styleId="Title4">
    <w:name w:val="Title 4"/>
    <w:basedOn w:val="Heading4"/>
    <w:next w:val="Normal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al"/>
    <w:uiPriority w:val="19"/>
    <w:semiHidden/>
    <w:rsid w:val="00925DA1"/>
    <w:rPr>
      <w:vanish/>
    </w:rPr>
  </w:style>
  <w:style w:type="paragraph" w:styleId="TOC4">
    <w:name w:val="toc 4"/>
    <w:basedOn w:val="Normal"/>
    <w:next w:val="Normal"/>
    <w:uiPriority w:val="39"/>
    <w:semiHidden/>
    <w:rsid w:val="00CE3C75"/>
    <w:pPr>
      <w:tabs>
        <w:tab w:val="left" w:pos="1843"/>
        <w:tab w:val="right" w:leader="dot" w:pos="7938"/>
      </w:tabs>
      <w:spacing w:after="60"/>
      <w:ind w:left="1843" w:hanging="851"/>
    </w:pPr>
    <w:rPr>
      <w:rFonts w:asciiTheme="majorHAnsi" w:hAnsiTheme="majorHAnsi"/>
    </w:rPr>
  </w:style>
  <w:style w:type="paragraph" w:styleId="TOC5">
    <w:name w:val="toc 5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TOC6">
    <w:name w:val="toc 6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TOC8">
    <w:name w:val="toc 8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TOC9">
    <w:name w:val="toc 9"/>
    <w:basedOn w:val="Normal"/>
    <w:next w:val="Normal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PlaceholderText">
    <w:name w:val="Placeholder Text"/>
    <w:basedOn w:val="DefaultParagraphFont"/>
    <w:uiPriority w:val="99"/>
    <w:rsid w:val="00D95EFD"/>
    <w:rPr>
      <w:color w:val="7F7F7F" w:themeColor="text1" w:themeTint="80"/>
      <w:bdr w:val="none" w:sz="0" w:space="0" w:color="auto"/>
      <w:shd w:val="clear" w:color="auto" w:fill="F0F0F0"/>
    </w:rPr>
  </w:style>
  <w:style w:type="character" w:customStyle="1" w:styleId="Title1Char">
    <w:name w:val="Title 1 Char"/>
    <w:basedOn w:val="Heading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Heading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Heading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TableNormal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TableNormal"/>
    <w:uiPriority w:val="99"/>
    <w:rsid w:val="008C71BF"/>
    <w:pPr>
      <w:spacing w:before="40" w:after="40"/>
    </w:pPr>
    <w:tblPr>
      <w:tblBorders>
        <w:top w:val="single" w:sz="4" w:space="0" w:color="D0D0D0" w:themeColor="background2"/>
        <w:left w:val="single" w:sz="4" w:space="0" w:color="D0D0D0" w:themeColor="background2"/>
        <w:bottom w:val="single" w:sz="4" w:space="0" w:color="D0D0D0" w:themeColor="background2"/>
        <w:right w:val="single" w:sz="4" w:space="0" w:color="D0D0D0" w:themeColor="background2"/>
        <w:insideH w:val="single" w:sz="4" w:space="0" w:color="D0D0D0" w:themeColor="background2"/>
        <w:insideV w:val="single" w:sz="4" w:space="0" w:color="D0D0D0" w:themeColor="background2"/>
      </w:tblBorders>
    </w:tblPr>
  </w:style>
  <w:style w:type="paragraph" w:customStyle="1" w:styleId="TOCEnclosures">
    <w:name w:val="TOC Enclosures"/>
    <w:basedOn w:val="NoSpacing"/>
    <w:uiPriority w:val="39"/>
    <w:semiHidden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Caption">
    <w:name w:val="caption"/>
    <w:basedOn w:val="Normal"/>
    <w:next w:val="Normal"/>
    <w:uiPriority w:val="35"/>
    <w:semiHidden/>
    <w:qFormat/>
    <w:rsid w:val="00E67185"/>
    <w:pPr>
      <w:spacing w:before="160" w:line="240" w:lineRule="auto"/>
    </w:pPr>
    <w:rPr>
      <w:rFonts w:asciiTheme="majorHAnsi" w:hAnsiTheme="majorHAnsi"/>
      <w:i/>
      <w:iCs/>
      <w:color w:val="000000" w:themeColor="text1"/>
      <w:sz w:val="16"/>
    </w:rPr>
  </w:style>
  <w:style w:type="paragraph" w:customStyle="1" w:styleId="Tableheading">
    <w:name w:val="Table heading"/>
    <w:basedOn w:val="Normal"/>
    <w:uiPriority w:val="19"/>
    <w:semiHidden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FooterAddress">
    <w:name w:val="FooterAddress"/>
    <w:link w:val="FooterAddressChar"/>
    <w:uiPriority w:val="11"/>
    <w:rsid w:val="006C1F2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6C1F20"/>
    <w:rPr>
      <w:rFonts w:eastAsia="Arial" w:cs="Mangal"/>
      <w:sz w:val="13"/>
      <w:lang w:val="en-US" w:eastAsia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1A1B"/>
    <w:pPr>
      <w:spacing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1A1B"/>
    <w:rPr>
      <w:sz w:val="1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0E4E"/>
    <w:pPr>
      <w:spacing w:after="0" w:line="240" w:lineRule="auto"/>
    </w:pPr>
    <w:rPr>
      <w:sz w:val="1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0E4E"/>
    <w:rPr>
      <w:sz w:val="14"/>
      <w:szCs w:val="20"/>
    </w:rPr>
  </w:style>
  <w:style w:type="table" w:customStyle="1" w:styleId="FTablestyle1-SlateGrey">
    <w:name w:val="ÅF Table style 1 - Slate Grey"/>
    <w:basedOn w:val="FTablestyle"/>
    <w:uiPriority w:val="99"/>
    <w:rsid w:val="008C71BF"/>
    <w:tblPr/>
    <w:tblStylePr w:type="firstRow">
      <w:pPr>
        <w:wordWrap/>
        <w:spacing w:beforeLines="0" w:before="40" w:beforeAutospacing="0" w:afterLines="0" w:after="40" w:afterAutospacing="0"/>
      </w:pPr>
      <w:rPr>
        <w:color w:val="FFFFFF" w:themeColor="background1"/>
      </w:rPr>
      <w:tblPr/>
      <w:tcPr>
        <w:shd w:val="clear" w:color="auto" w:fill="D0D0D0" w:themeFill="background2"/>
      </w:tcPr>
    </w:tblStylePr>
  </w:style>
  <w:style w:type="table" w:customStyle="1" w:styleId="FTablestyle2-OliveGrey">
    <w:name w:val="ÅF Table style 2 - Olive Grey"/>
    <w:basedOn w:val="FTablestyle"/>
    <w:uiPriority w:val="99"/>
    <w:rsid w:val="0091642A"/>
    <w:tblPr>
      <w:tblBorders>
        <w:top w:val="single" w:sz="4" w:space="0" w:color="808070"/>
        <w:left w:val="single" w:sz="4" w:space="0" w:color="808070"/>
        <w:bottom w:val="single" w:sz="4" w:space="0" w:color="808070"/>
        <w:right w:val="single" w:sz="4" w:space="0" w:color="808070"/>
        <w:insideH w:val="single" w:sz="4" w:space="0" w:color="808070"/>
        <w:insideV w:val="single" w:sz="4" w:space="0" w:color="808070"/>
      </w:tblBorders>
    </w:tblPr>
    <w:tblStylePr w:type="firstRow">
      <w:rPr>
        <w:color w:val="FFFFFF" w:themeColor="background1"/>
      </w:rPr>
      <w:tblPr/>
      <w:tcPr>
        <w:shd w:val="clear" w:color="auto" w:fill="808070"/>
      </w:tcPr>
    </w:tblStylePr>
  </w:style>
  <w:style w:type="table" w:customStyle="1" w:styleId="FTablestyle3-UmberGrey">
    <w:name w:val="ÅF Table style 3 - Umber Grey"/>
    <w:basedOn w:val="FTablestyle"/>
    <w:uiPriority w:val="99"/>
    <w:rsid w:val="0091642A"/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908070"/>
      </w:tcPr>
    </w:tblStylePr>
  </w:style>
  <w:style w:type="table" w:customStyle="1" w:styleId="FTableStyle4-KhakiGrey">
    <w:name w:val="ÅF Table Style 4 - Khaki Grey"/>
    <w:basedOn w:val="FTablestyle"/>
    <w:uiPriority w:val="99"/>
    <w:rsid w:val="0091642A"/>
    <w:tblPr>
      <w:tblBorders>
        <w:top w:val="single" w:sz="4" w:space="0" w:color="C0B0A0"/>
        <w:left w:val="single" w:sz="4" w:space="0" w:color="C0B0A0"/>
        <w:bottom w:val="single" w:sz="4" w:space="0" w:color="C0B0A0"/>
        <w:right w:val="single" w:sz="4" w:space="0" w:color="C0B0A0"/>
        <w:insideH w:val="single" w:sz="4" w:space="0" w:color="C0B0A0"/>
        <w:insideV w:val="single" w:sz="4" w:space="0" w:color="C0B0A0"/>
      </w:tblBorders>
    </w:tblPr>
    <w:tblStylePr w:type="firstRow">
      <w:rPr>
        <w:color w:val="FFFFFF" w:themeColor="background1"/>
      </w:rPr>
      <w:tblPr/>
      <w:tcPr>
        <w:shd w:val="clear" w:color="auto" w:fill="C0B0A0"/>
      </w:tcPr>
    </w:tblStylePr>
  </w:style>
  <w:style w:type="table" w:customStyle="1" w:styleId="FTableStyle5-UmberGrey">
    <w:name w:val="ÅF Table Style 5 - Umber Grey"/>
    <w:basedOn w:val="TableNormal"/>
    <w:uiPriority w:val="99"/>
    <w:rsid w:val="0091642A"/>
    <w:pPr>
      <w:spacing w:before="40" w:after="40"/>
    </w:pPr>
    <w:tblPr>
      <w:tblBorders>
        <w:top w:val="single" w:sz="4" w:space="0" w:color="908070"/>
        <w:left w:val="single" w:sz="4" w:space="0" w:color="908070"/>
        <w:bottom w:val="single" w:sz="4" w:space="0" w:color="908070"/>
        <w:right w:val="single" w:sz="4" w:space="0" w:color="908070"/>
        <w:insideH w:val="single" w:sz="4" w:space="0" w:color="908070"/>
        <w:insideV w:val="single" w:sz="4" w:space="0" w:color="908070"/>
      </w:tblBorders>
    </w:tblPr>
  </w:style>
  <w:style w:type="paragraph" w:styleId="Title">
    <w:name w:val="Title"/>
    <w:basedOn w:val="Normal"/>
    <w:next w:val="Normal"/>
    <w:link w:val="TitleChar"/>
    <w:uiPriority w:val="2"/>
    <w:qFormat/>
    <w:rsid w:val="006B521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6B5215"/>
    <w:rPr>
      <w:rFonts w:asciiTheme="majorHAnsi" w:eastAsiaTheme="majorEastAsia" w:hAnsiTheme="majorHAnsi" w:cstheme="majorBidi"/>
      <w:color w:val="000000" w:themeColor="text1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21316F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2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zh-CN"/>
    </w:rPr>
  </w:style>
  <w:style w:type="character" w:customStyle="1" w:styleId="normaltextrun">
    <w:name w:val="normaltextrun"/>
    <w:basedOn w:val="DefaultParagraphFont"/>
    <w:rsid w:val="0072179D"/>
  </w:style>
  <w:style w:type="character" w:customStyle="1" w:styleId="eop">
    <w:name w:val="eop"/>
    <w:basedOn w:val="DefaultParagraphFont"/>
    <w:rsid w:val="0072179D"/>
  </w:style>
  <w:style w:type="paragraph" w:customStyle="1" w:styleId="C0PlainText">
    <w:name w:val="C0 Plain Text"/>
    <w:basedOn w:val="Normal"/>
    <w:qFormat/>
    <w:rsid w:val="00311B6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heading1">
    <w:name w:val="Subheading 1"/>
    <w:basedOn w:val="Normal"/>
    <w:next w:val="Normal"/>
    <w:qFormat/>
    <w:rsid w:val="00311B67"/>
    <w:pPr>
      <w:overflowPunct w:val="0"/>
      <w:autoSpaceDE w:val="0"/>
      <w:autoSpaceDN w:val="0"/>
      <w:adjustRightInd w:val="0"/>
      <w:spacing w:before="360" w:after="0" w:line="240" w:lineRule="auto"/>
      <w:textAlignment w:val="baseline"/>
    </w:pPr>
    <w:rPr>
      <w:rFonts w:ascii="Times New Roman" w:eastAsia="Times New Roman" w:hAnsi="Times New Roman" w:cs="Times New Roman"/>
      <w:b/>
      <w:cap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2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7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5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4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4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9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0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4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8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6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2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1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2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5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0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5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3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8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9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2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0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1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4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7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3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0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3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8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9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0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3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5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2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8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7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4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8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3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8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8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7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5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7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8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o913\AppData\Roaming\Microsoft\Templates\AFRY_Letter_righ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878745E171F43BBBE4EE47367108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C1E28-438F-45B1-8085-9D1EE75E955F}"/>
      </w:docPartPr>
      <w:docPartBody>
        <w:p w:rsidR="00D71DAE" w:rsidRDefault="0058669F">
          <w:pPr>
            <w:pStyle w:val="3878745E171F43BBBE4EE47367108043"/>
          </w:pPr>
          <w:r w:rsidRPr="00CE7FDE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</w:t>
          </w:r>
          <w:r w:rsidRPr="00CE7FDE">
            <w:rPr>
              <w:rStyle w:val="PlaceholderText"/>
            </w:rPr>
            <w:t xml:space="preserve"> to enter </w:t>
          </w:r>
          <w:r>
            <w:rPr>
              <w:rStyle w:val="PlaceholderText"/>
            </w:rPr>
            <w:t>a</w:t>
          </w:r>
          <w:r w:rsidRPr="00CE7FDE">
            <w:rPr>
              <w:rStyle w:val="PlaceholderText"/>
            </w:rPr>
            <w:t xml:space="preserve"> date.</w:t>
          </w:r>
        </w:p>
      </w:docPartBody>
    </w:docPart>
    <w:docPart>
      <w:docPartPr>
        <w:name w:val="FEDC49AC9F424A4391563CBE27A2C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677EA-E47B-4567-AAC3-A6542525B537}"/>
      </w:docPartPr>
      <w:docPartBody>
        <w:p w:rsidR="00D71DAE" w:rsidRDefault="0058669F">
          <w:pPr>
            <w:pStyle w:val="FEDC49AC9F424A4391563CBE27A2CB79"/>
          </w:pPr>
          <w:r w:rsidRPr="00BE73B3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here to enter Company name.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AE"/>
    <w:rsid w:val="001A61FC"/>
    <w:rsid w:val="003624ED"/>
    <w:rsid w:val="00367AD4"/>
    <w:rsid w:val="00431B52"/>
    <w:rsid w:val="0058669F"/>
    <w:rsid w:val="0061630F"/>
    <w:rsid w:val="006B7AD4"/>
    <w:rsid w:val="00734FAE"/>
    <w:rsid w:val="00932FFB"/>
    <w:rsid w:val="00D32DA0"/>
    <w:rsid w:val="00D71DAE"/>
    <w:rsid w:val="00E0324A"/>
    <w:rsid w:val="00F21C90"/>
    <w:rsid w:val="00F6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3878745E171F43BBBE4EE47367108043">
    <w:name w:val="3878745E171F43BBBE4EE47367108043"/>
  </w:style>
  <w:style w:type="paragraph" w:customStyle="1" w:styleId="FEDC49AC9F424A4391563CBE27A2CB79">
    <w:name w:val="FEDC49AC9F424A4391563CBE27A2C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AFRY">
  <a:themeElements>
    <a:clrScheme name="AFRY Colors">
      <a:dk1>
        <a:srgbClr val="000000"/>
      </a:dk1>
      <a:lt1>
        <a:srgbClr val="FFFFFF"/>
      </a:lt1>
      <a:dk2>
        <a:srgbClr val="505050"/>
      </a:dk2>
      <a:lt2>
        <a:srgbClr val="D0D0D0"/>
      </a:lt2>
      <a:accent1>
        <a:srgbClr val="E9E6E0"/>
      </a:accent1>
      <a:accent2>
        <a:srgbClr val="504030"/>
      </a:accent2>
      <a:accent3>
        <a:srgbClr val="405070"/>
      </a:accent3>
      <a:accent4>
        <a:srgbClr val="405040"/>
      </a:accent4>
      <a:accent5>
        <a:srgbClr val="F3FFAF"/>
      </a:accent5>
      <a:accent6>
        <a:srgbClr val="F8F8F8"/>
      </a:accent6>
      <a:hlink>
        <a:srgbClr val="7E7E7E"/>
      </a:hlink>
      <a:folHlink>
        <a:srgbClr val="F3FFAF"/>
      </a:folHlink>
    </a:clrScheme>
    <a:fontScheme name="AFR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tIns="90000" bIns="90000" rtlCol="0" anchor="ctr"/>
      <a:lstStyle>
        <a:defPPr algn="ctr">
          <a:defRPr sz="1200" spc="4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defRPr sz="1200" spc="40" dirty="0"/>
        </a:defPPr>
      </a:lstStyle>
    </a:txDef>
  </a:objectDefaults>
  <a:extraClrSchemeLst/>
  <a:custClrLst>
    <a:custClr>
      <a:srgbClr val="323232"/>
    </a:custClr>
    <a:custClr>
      <a:srgbClr val="505050"/>
    </a:custClr>
    <a:custClr>
      <a:srgbClr val="7E7E7E"/>
    </a:custClr>
    <a:custClr>
      <a:srgbClr val="B2B2B2"/>
    </a:custClr>
    <a:custClr>
      <a:srgbClr val="D0D0D0"/>
    </a:custClr>
    <a:custClr>
      <a:srgbClr val="F8F8F8"/>
    </a:custClr>
    <a:custClr>
      <a:srgbClr val="E9E6E0"/>
    </a:custClr>
    <a:custClr>
      <a:srgbClr val="F3FFAF"/>
    </a:custClr>
    <a:custClr>
      <a:srgbClr val="FFFFFF"/>
    </a:custClr>
    <a:custClr>
      <a:srgbClr val="FFFFFF"/>
    </a:custClr>
    <a:custClr>
      <a:srgbClr val="405040"/>
    </a:custClr>
    <a:custClr>
      <a:srgbClr val="707C70"/>
    </a:custClr>
    <a:custClr>
      <a:srgbClr val="A0A8A0"/>
    </a:custClr>
    <a:custClr>
      <a:srgbClr val="CFD3C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405070"/>
    </a:custClr>
    <a:custClr>
      <a:srgbClr val="707C94"/>
    </a:custClr>
    <a:custClr>
      <a:srgbClr val="A0A8B8"/>
    </a:custClr>
    <a:custClr>
      <a:srgbClr val="CFD3D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504030"/>
    </a:custClr>
    <a:custClr>
      <a:srgbClr val="7C7064"/>
    </a:custClr>
    <a:custClr>
      <a:srgbClr val="A8A098"/>
    </a:custClr>
    <a:custClr>
      <a:srgbClr val="D3CFCB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AFRY" id="{220B2277-3402-45CE-9F05-E08FCF9F5BF2}" vid="{BD854E27-A12A-42CF-9D36-68E3571147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fb5e61-cbd5-4b43-a4e9-e81dde9808ca">
      <UserInfo>
        <DisplayName>Rindeby Hanna</DisplayName>
        <AccountId>11910</AccountId>
        <AccountType/>
      </UserInfo>
    </SharedWithUsers>
    <MigrationWizIdPermissions xmlns="f18a4524-04ed-4d00-8989-59749e83bff5" xsi:nil="true"/>
    <MigrationWizIdDocumentLibraryPermissions xmlns="f18a4524-04ed-4d00-8989-59749e83bff5" xsi:nil="true"/>
    <MigrationWizIdSecurityGroups xmlns="f18a4524-04ed-4d00-8989-59749e83bff5" xsi:nil="true"/>
    <MigrationWizId xmlns="f18a4524-04ed-4d00-8989-59749e83bff5" xsi:nil="true"/>
    <MigrationWizIdPermissionLevels xmlns="f18a4524-04ed-4d00-8989-59749e83bf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A81E5AC4C2024B8E7D5270837D01E2" ma:contentTypeVersion="12" ma:contentTypeDescription="Create a new document." ma:contentTypeScope="" ma:versionID="6d11851ac1686b682bd66202dcedcc03">
  <xsd:schema xmlns:xsd="http://www.w3.org/2001/XMLSchema" xmlns:xs="http://www.w3.org/2001/XMLSchema" xmlns:p="http://schemas.microsoft.com/office/2006/metadata/properties" xmlns:ns2="f18a4524-04ed-4d00-8989-59749e83bff5" xmlns:ns3="25fb5e61-cbd5-4b43-a4e9-e81dde9808ca" targetNamespace="http://schemas.microsoft.com/office/2006/metadata/properties" ma:root="true" ma:fieldsID="c1c703241ab8738f9dfd84b7a2525d2a" ns2:_="" ns3:_="">
    <xsd:import namespace="f18a4524-04ed-4d00-8989-59749e83bff5"/>
    <xsd:import namespace="25fb5e61-cbd5-4b43-a4e9-e81dde9808c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a4524-04ed-4d00-8989-59749e83bff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b5e61-cbd5-4b43-a4e9-e81dde98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3B40A-244E-4858-9F0C-5A808A0E84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1C8AC-8C27-499B-9BFC-EF90C3C51AC9}">
  <ds:schemaRefs>
    <ds:schemaRef ds:uri="f18a4524-04ed-4d00-8989-59749e83bff5"/>
    <ds:schemaRef ds:uri="http://schemas.microsoft.com/office/2006/metadata/properties"/>
    <ds:schemaRef ds:uri="http://purl.org/dc/terms/"/>
    <ds:schemaRef ds:uri="http://schemas.microsoft.com/office/2006/documentManagement/types"/>
    <ds:schemaRef ds:uri="25fb5e61-cbd5-4b43-a4e9-e81dde9808ca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A62AAD-17D1-4E68-B078-3C248FD8C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a4524-04ed-4d00-8989-59749e83bff5"/>
    <ds:schemaRef ds:uri="25fb5e61-cbd5-4b43-a4e9-e81dde9808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3304BF-4FBD-4A2F-BBA4-8D0BECC4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AFRY_Letter_right.dotx</Template>
  <TotalTime>0</TotalTime>
  <Pages>1</Pages>
  <Words>871</Words>
  <Characters>4969</Characters>
  <Application>Microsoft Office Word</Application>
  <DocSecurity>4</DocSecurity>
  <Lines>41</Lines>
  <Paragraphs>11</Paragraphs>
  <ScaleCrop>false</ScaleCrop>
  <Company/>
  <LinksUpToDate>false</LinksUpToDate>
  <CharactersWithSpaces>5829</CharactersWithSpaces>
  <SharedDoc>false</SharedDoc>
  <HLinks>
    <vt:vector size="66" baseType="variant"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_Toc144882567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_Toc144882566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_Toc144882565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_Toc144882564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_Toc144882563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_Toc144882562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_Toc144882561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_Toc144882560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_Toc144882559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_Toc144882558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_Toc144882557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AFRY_Word_template_Letter_right</dc:title>
  <dc:subject/>
  <dc:creator>Aurora Arkima</dc:creator>
  <cp:keywords/>
  <dc:description/>
  <cp:lastModifiedBy>Aurora Arkima</cp:lastModifiedBy>
  <cp:revision>166</cp:revision>
  <cp:lastPrinted>2014-11-11T08:06:00Z</cp:lastPrinted>
  <dcterms:created xsi:type="dcterms:W3CDTF">2023-08-09T08:59:00Z</dcterms:created>
  <dcterms:modified xsi:type="dcterms:W3CDTF">2023-09-06T15:49:00Z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type">
    <vt:lpwstr>12;#Template|bc30b1cc-5ae3-4574-9d94-05a61075c68e</vt:lpwstr>
  </property>
  <property fmtid="{D5CDD505-2E9C-101B-9397-08002B2CF9AE}" pid="3" name="ContentTypeId">
    <vt:lpwstr>0x010100BDA81E5AC4C2024B8E7D5270837D01E2</vt:lpwstr>
  </property>
  <property fmtid="{D5CDD505-2E9C-101B-9397-08002B2CF9AE}" pid="4" name="Show on homepage">
    <vt:bool>false</vt:bool>
  </property>
  <property fmtid="{D5CDD505-2E9C-101B-9397-08002B2CF9AE}" pid="5" name="BT_Audience">
    <vt:lpwstr/>
  </property>
</Properties>
</file>